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FEC0F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41227">
        <w:rPr>
          <w:rFonts w:ascii="Times New Roman" w:hAnsi="Times New Roman"/>
          <w:bCs/>
          <w:i/>
        </w:rPr>
        <w:t xml:space="preserve">Załącznik nr </w:t>
      </w:r>
      <w:r w:rsidR="006F31E2" w:rsidRPr="00B41227">
        <w:rPr>
          <w:rFonts w:ascii="Times New Roman" w:hAnsi="Times New Roman"/>
          <w:bCs/>
          <w:i/>
        </w:rPr>
        <w:t>1.5</w:t>
      </w:r>
      <w:r w:rsidR="00D8678B" w:rsidRPr="00B41227">
        <w:rPr>
          <w:rFonts w:ascii="Times New Roman" w:hAnsi="Times New Roman"/>
          <w:bCs/>
          <w:i/>
        </w:rPr>
        <w:t xml:space="preserve"> do Zarządzenia</w:t>
      </w:r>
      <w:r w:rsidR="002A22BF" w:rsidRPr="00B41227">
        <w:rPr>
          <w:rFonts w:ascii="Times New Roman" w:hAnsi="Times New Roman"/>
          <w:bCs/>
          <w:i/>
        </w:rPr>
        <w:t xml:space="preserve"> Rektora UR </w:t>
      </w:r>
      <w:r w:rsidRPr="00B41227">
        <w:rPr>
          <w:rFonts w:ascii="Times New Roman" w:hAnsi="Times New Roman"/>
          <w:bCs/>
          <w:i/>
        </w:rPr>
        <w:t xml:space="preserve">nr </w:t>
      </w:r>
      <w:r w:rsidR="00F17567" w:rsidRPr="00B41227">
        <w:rPr>
          <w:rFonts w:ascii="Times New Roman" w:hAnsi="Times New Roman"/>
          <w:bCs/>
          <w:i/>
        </w:rPr>
        <w:t>12/2019</w:t>
      </w:r>
    </w:p>
    <w:p w14:paraId="2A5FB538" w14:textId="77777777" w:rsidR="000102E2" w:rsidRPr="00B41227" w:rsidRDefault="000102E2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34B800E8" w14:textId="77777777" w:rsidR="0085747A" w:rsidRPr="00B4122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1227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2079CC6" w14:textId="77777777" w:rsidR="00B41227" w:rsidRDefault="0071620A" w:rsidP="0014074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1227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1D2720" w:rsidRPr="00B41227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49161F43" w14:textId="77777777" w:rsidR="000102E2" w:rsidRPr="0014074A" w:rsidRDefault="000102E2" w:rsidP="0014074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0BA242E" w14:textId="77777777" w:rsidR="00445970" w:rsidRPr="00B41227" w:rsidRDefault="000102E2" w:rsidP="000102E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6065DC" w:rsidRPr="00B41227">
        <w:rPr>
          <w:rFonts w:ascii="Times New Roman" w:hAnsi="Times New Roman"/>
          <w:sz w:val="24"/>
          <w:szCs w:val="24"/>
        </w:rPr>
        <w:t>202</w:t>
      </w:r>
      <w:r w:rsidR="00B41227">
        <w:rPr>
          <w:rFonts w:ascii="Times New Roman" w:hAnsi="Times New Roman"/>
          <w:sz w:val="24"/>
          <w:szCs w:val="24"/>
        </w:rPr>
        <w:t>4</w:t>
      </w:r>
      <w:r w:rsidR="0014074A">
        <w:rPr>
          <w:rFonts w:ascii="Times New Roman" w:hAnsi="Times New Roman"/>
          <w:sz w:val="24"/>
          <w:szCs w:val="24"/>
        </w:rPr>
        <w:t>-</w:t>
      </w:r>
      <w:r w:rsidR="006065DC" w:rsidRPr="00B41227">
        <w:rPr>
          <w:rFonts w:ascii="Times New Roman" w:hAnsi="Times New Roman"/>
          <w:sz w:val="24"/>
          <w:szCs w:val="24"/>
        </w:rPr>
        <w:t>202</w:t>
      </w:r>
      <w:r w:rsidR="00B41227">
        <w:rPr>
          <w:rFonts w:ascii="Times New Roman" w:hAnsi="Times New Roman"/>
          <w:sz w:val="24"/>
          <w:szCs w:val="24"/>
        </w:rPr>
        <w:t>5</w:t>
      </w:r>
    </w:p>
    <w:p w14:paraId="300AE68F" w14:textId="77777777" w:rsidR="0085747A" w:rsidRPr="00B4122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3BBA84" w14:textId="77777777" w:rsidR="0085747A" w:rsidRPr="00B41227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41227">
        <w:rPr>
          <w:szCs w:val="24"/>
        </w:rPr>
        <w:t xml:space="preserve">1. </w:t>
      </w:r>
      <w:r w:rsidR="0085747A" w:rsidRPr="00B41227">
        <w:rPr>
          <w:szCs w:val="24"/>
        </w:rPr>
        <w:t xml:space="preserve">Podstawowe </w:t>
      </w:r>
      <w:r w:rsidR="00445970" w:rsidRPr="00B41227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41227" w14:paraId="745A2EBC" w14:textId="77777777" w:rsidTr="000956AC">
        <w:tc>
          <w:tcPr>
            <w:tcW w:w="2694" w:type="dxa"/>
            <w:vAlign w:val="center"/>
          </w:tcPr>
          <w:p w14:paraId="676F2721" w14:textId="77777777" w:rsidR="0085747A" w:rsidRPr="00B412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3CFA47" w14:textId="77777777" w:rsidR="0085747A" w:rsidRPr="0014074A" w:rsidRDefault="001B2438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14074A">
              <w:rPr>
                <w:sz w:val="24"/>
                <w:szCs w:val="24"/>
              </w:rPr>
              <w:t>Diagnoza rozwoju dzieci</w:t>
            </w:r>
          </w:p>
        </w:tc>
      </w:tr>
      <w:tr w:rsidR="0085747A" w:rsidRPr="00B41227" w14:paraId="3CD2B09F" w14:textId="77777777" w:rsidTr="000956AC">
        <w:tc>
          <w:tcPr>
            <w:tcW w:w="2694" w:type="dxa"/>
            <w:vAlign w:val="center"/>
          </w:tcPr>
          <w:p w14:paraId="42BFE44C" w14:textId="77777777" w:rsidR="0085747A" w:rsidRPr="00B412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Kod przedmiotu</w:t>
            </w:r>
            <w:r w:rsidR="0085747A" w:rsidRPr="00B41227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A61724" w14:textId="77777777" w:rsidR="0085747A" w:rsidRPr="00B41227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41227" w14:paraId="568DC2A1" w14:textId="77777777" w:rsidTr="000956AC">
        <w:tc>
          <w:tcPr>
            <w:tcW w:w="2694" w:type="dxa"/>
            <w:vAlign w:val="center"/>
          </w:tcPr>
          <w:p w14:paraId="79CE96DB" w14:textId="77777777" w:rsidR="0085747A" w:rsidRPr="00B41227" w:rsidRDefault="000102E2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B41227">
              <w:rPr>
                <w:sz w:val="24"/>
                <w:szCs w:val="24"/>
              </w:rPr>
              <w:t>azwa</w:t>
            </w:r>
            <w:r w:rsidR="00C05F44" w:rsidRPr="00B41227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7E3A43" w14:textId="77777777" w:rsidR="0085747A" w:rsidRPr="00B41227" w:rsidRDefault="00DE070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41227" w14:paraId="22196EFF" w14:textId="77777777" w:rsidTr="000956AC">
        <w:tc>
          <w:tcPr>
            <w:tcW w:w="2694" w:type="dxa"/>
            <w:vAlign w:val="center"/>
          </w:tcPr>
          <w:p w14:paraId="17706D5D" w14:textId="77777777" w:rsidR="0085747A" w:rsidRPr="00B412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203837" w14:textId="77777777" w:rsidR="0085747A" w:rsidRPr="00B41227" w:rsidRDefault="00B4122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1D2720" w:rsidRPr="00B41227" w14:paraId="3DD70879" w14:textId="77777777" w:rsidTr="000956AC">
        <w:tc>
          <w:tcPr>
            <w:tcW w:w="2694" w:type="dxa"/>
            <w:vAlign w:val="center"/>
          </w:tcPr>
          <w:p w14:paraId="44C3FE62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02D5F6" w14:textId="77777777" w:rsidR="001D2720" w:rsidRPr="00B41227" w:rsidRDefault="001D2720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Psychologia</w:t>
            </w:r>
          </w:p>
        </w:tc>
      </w:tr>
      <w:tr w:rsidR="001D2720" w:rsidRPr="00B41227" w14:paraId="515F5221" w14:textId="77777777" w:rsidTr="000956AC">
        <w:tc>
          <w:tcPr>
            <w:tcW w:w="2694" w:type="dxa"/>
            <w:vAlign w:val="center"/>
          </w:tcPr>
          <w:p w14:paraId="7D6CD615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5DD272" w14:textId="77777777" w:rsidR="001D2720" w:rsidRPr="00B41227" w:rsidRDefault="0014074A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1D2720" w:rsidRPr="00B41227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1D2720" w:rsidRPr="00B41227" w14:paraId="554F2530" w14:textId="77777777" w:rsidTr="000956AC">
        <w:tc>
          <w:tcPr>
            <w:tcW w:w="2694" w:type="dxa"/>
            <w:vAlign w:val="center"/>
          </w:tcPr>
          <w:p w14:paraId="50DE9959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ADD19D" w14:textId="77777777" w:rsidR="001D2720" w:rsidRPr="00B41227" w:rsidRDefault="001D2720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praktyczny</w:t>
            </w:r>
          </w:p>
        </w:tc>
      </w:tr>
      <w:tr w:rsidR="001D2720" w:rsidRPr="00B41227" w14:paraId="2652A2E0" w14:textId="77777777" w:rsidTr="000956AC">
        <w:tc>
          <w:tcPr>
            <w:tcW w:w="2694" w:type="dxa"/>
            <w:vAlign w:val="center"/>
          </w:tcPr>
          <w:p w14:paraId="58528245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5C771E" w14:textId="77777777" w:rsidR="001D2720" w:rsidRPr="00B41227" w:rsidRDefault="001D2720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B41227" w14:paraId="427A7924" w14:textId="77777777" w:rsidTr="000956AC">
        <w:tc>
          <w:tcPr>
            <w:tcW w:w="2694" w:type="dxa"/>
            <w:vAlign w:val="center"/>
          </w:tcPr>
          <w:p w14:paraId="4B3F3148" w14:textId="77777777" w:rsidR="0085747A" w:rsidRPr="00B412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Rok i semestr</w:t>
            </w:r>
            <w:r w:rsidR="0030395F" w:rsidRPr="00B41227">
              <w:rPr>
                <w:sz w:val="24"/>
                <w:szCs w:val="24"/>
              </w:rPr>
              <w:t>/y</w:t>
            </w:r>
            <w:r w:rsidRPr="00B41227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52830D" w14:textId="77777777" w:rsidR="0085747A" w:rsidRPr="00B41227" w:rsidRDefault="00F83CD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II rok</w:t>
            </w:r>
            <w:r w:rsidR="0014074A">
              <w:rPr>
                <w:b w:val="0"/>
                <w:sz w:val="24"/>
                <w:szCs w:val="24"/>
              </w:rPr>
              <w:t>,</w:t>
            </w:r>
            <w:r w:rsidRPr="00B41227">
              <w:rPr>
                <w:b w:val="0"/>
                <w:sz w:val="24"/>
                <w:szCs w:val="24"/>
              </w:rPr>
              <w:t xml:space="preserve"> semestr</w:t>
            </w:r>
            <w:r w:rsidR="0014074A">
              <w:rPr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B41227" w14:paraId="45E3E7E2" w14:textId="77777777" w:rsidTr="000956AC">
        <w:tc>
          <w:tcPr>
            <w:tcW w:w="2694" w:type="dxa"/>
            <w:vAlign w:val="center"/>
          </w:tcPr>
          <w:p w14:paraId="6F8637BC" w14:textId="77777777" w:rsidR="0085747A" w:rsidRPr="00B412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152973" w14:textId="77777777" w:rsidR="0085747A" w:rsidRPr="00B41227" w:rsidRDefault="00A5558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923D7D" w:rsidRPr="00B41227" w14:paraId="0F203DFF" w14:textId="77777777" w:rsidTr="000956AC">
        <w:tc>
          <w:tcPr>
            <w:tcW w:w="2694" w:type="dxa"/>
            <w:vAlign w:val="center"/>
          </w:tcPr>
          <w:p w14:paraId="5343B167" w14:textId="77777777" w:rsidR="00923D7D" w:rsidRPr="00B4122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F99043" w14:textId="77777777" w:rsidR="00923D7D" w:rsidRPr="00B41227" w:rsidRDefault="00865CC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polski</w:t>
            </w:r>
          </w:p>
        </w:tc>
      </w:tr>
      <w:tr w:rsidR="000956AC" w:rsidRPr="00B41227" w14:paraId="24893B10" w14:textId="77777777" w:rsidTr="000956AC">
        <w:tc>
          <w:tcPr>
            <w:tcW w:w="2694" w:type="dxa"/>
            <w:vAlign w:val="center"/>
          </w:tcPr>
          <w:p w14:paraId="62F72970" w14:textId="77777777" w:rsidR="000956AC" w:rsidRPr="00B41227" w:rsidRDefault="000956AC" w:rsidP="000956A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AAAB" w14:textId="77777777" w:rsidR="000956AC" w:rsidRPr="00B41227" w:rsidRDefault="000956AC" w:rsidP="000956A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dr Tomasz Gosztyła</w:t>
            </w:r>
          </w:p>
        </w:tc>
      </w:tr>
      <w:tr w:rsidR="000956AC" w:rsidRPr="00B41227" w14:paraId="0FE1D4FA" w14:textId="77777777" w:rsidTr="000956AC">
        <w:tc>
          <w:tcPr>
            <w:tcW w:w="2694" w:type="dxa"/>
            <w:vAlign w:val="center"/>
          </w:tcPr>
          <w:p w14:paraId="3FAB9F97" w14:textId="77777777" w:rsidR="000956AC" w:rsidRPr="00B41227" w:rsidRDefault="000956AC" w:rsidP="000956A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64856" w14:textId="77777777" w:rsidR="000956AC" w:rsidRPr="00B41227" w:rsidRDefault="000956AC" w:rsidP="000956A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dr Tomasz Gosztyła, mgr Anna Lenart</w:t>
            </w:r>
          </w:p>
        </w:tc>
      </w:tr>
    </w:tbl>
    <w:p w14:paraId="65B4241B" w14:textId="77777777" w:rsidR="0085747A" w:rsidRPr="00B41227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41227">
        <w:rPr>
          <w:sz w:val="24"/>
          <w:szCs w:val="24"/>
        </w:rPr>
        <w:t xml:space="preserve">* </w:t>
      </w:r>
      <w:r w:rsidRPr="00B41227">
        <w:rPr>
          <w:i/>
          <w:sz w:val="24"/>
          <w:szCs w:val="24"/>
        </w:rPr>
        <w:t>-</w:t>
      </w:r>
      <w:r w:rsidR="00B90885" w:rsidRPr="00B41227">
        <w:rPr>
          <w:b w:val="0"/>
          <w:i/>
          <w:sz w:val="24"/>
          <w:szCs w:val="24"/>
        </w:rPr>
        <w:t>opcjonalni</w:t>
      </w:r>
      <w:r w:rsidR="00B90885" w:rsidRPr="00B41227">
        <w:rPr>
          <w:b w:val="0"/>
          <w:sz w:val="24"/>
          <w:szCs w:val="24"/>
        </w:rPr>
        <w:t>e,</w:t>
      </w:r>
      <w:r w:rsidRPr="00B41227">
        <w:rPr>
          <w:b w:val="0"/>
          <w:i/>
          <w:sz w:val="24"/>
          <w:szCs w:val="24"/>
        </w:rPr>
        <w:t xml:space="preserve">zgodnie z ustaleniami </w:t>
      </w:r>
      <w:r w:rsidR="00B90885" w:rsidRPr="00B41227">
        <w:rPr>
          <w:b w:val="0"/>
          <w:i/>
          <w:sz w:val="24"/>
          <w:szCs w:val="24"/>
        </w:rPr>
        <w:t>w Jednostce</w:t>
      </w:r>
    </w:p>
    <w:p w14:paraId="4AD9FCDF" w14:textId="77777777" w:rsidR="00923D7D" w:rsidRPr="00B41227" w:rsidRDefault="00923D7D" w:rsidP="009C54AE">
      <w:pPr>
        <w:pStyle w:val="Podpunkty"/>
        <w:ind w:left="0"/>
        <w:rPr>
          <w:sz w:val="24"/>
          <w:szCs w:val="24"/>
        </w:rPr>
      </w:pPr>
    </w:p>
    <w:p w14:paraId="27C6C16B" w14:textId="77777777" w:rsidR="0085747A" w:rsidRPr="00B41227" w:rsidRDefault="0085747A" w:rsidP="009C54AE">
      <w:pPr>
        <w:pStyle w:val="Podpunkty"/>
        <w:ind w:left="284"/>
        <w:rPr>
          <w:sz w:val="24"/>
          <w:szCs w:val="24"/>
        </w:rPr>
      </w:pPr>
      <w:r w:rsidRPr="00B41227">
        <w:rPr>
          <w:sz w:val="24"/>
          <w:szCs w:val="24"/>
        </w:rPr>
        <w:t>1.</w:t>
      </w:r>
      <w:r w:rsidR="00E22FBC" w:rsidRPr="00B41227">
        <w:rPr>
          <w:sz w:val="24"/>
          <w:szCs w:val="24"/>
        </w:rPr>
        <w:t>1</w:t>
      </w:r>
      <w:r w:rsidRPr="00B41227">
        <w:rPr>
          <w:sz w:val="24"/>
          <w:szCs w:val="24"/>
        </w:rPr>
        <w:t xml:space="preserve">.Formy zajęć dydaktycznych, wymiar godzin i punktów ECTS </w:t>
      </w:r>
    </w:p>
    <w:p w14:paraId="0EF6E783" w14:textId="77777777" w:rsidR="00923D7D" w:rsidRPr="00B41227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8"/>
        <w:gridCol w:w="1416"/>
        <w:gridCol w:w="863"/>
        <w:gridCol w:w="764"/>
        <w:gridCol w:w="792"/>
        <w:gridCol w:w="698"/>
        <w:gridCol w:w="908"/>
        <w:gridCol w:w="1130"/>
        <w:gridCol w:w="1360"/>
      </w:tblGrid>
      <w:tr w:rsidR="00015B8F" w:rsidRPr="00B41227" w14:paraId="7156C1E2" w14:textId="77777777" w:rsidTr="00865CC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490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Semestr</w:t>
            </w:r>
          </w:p>
          <w:p w14:paraId="247F1617" w14:textId="77777777" w:rsidR="00015B8F" w:rsidRPr="00B41227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(</w:t>
            </w:r>
            <w:r w:rsidR="00363F78" w:rsidRPr="00B41227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38A9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9019" w14:textId="028EC3B6" w:rsidR="00015B8F" w:rsidRPr="00B41227" w:rsidRDefault="00BD0F1B" w:rsidP="00BD0F1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Zajęcia warsztatowe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EDB7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6F21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232D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352F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42FD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A193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710D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41227">
              <w:rPr>
                <w:b/>
                <w:szCs w:val="24"/>
              </w:rPr>
              <w:t>Liczba pkt</w:t>
            </w:r>
            <w:r w:rsidR="00B90885" w:rsidRPr="00B41227">
              <w:rPr>
                <w:b/>
                <w:szCs w:val="24"/>
              </w:rPr>
              <w:t>.</w:t>
            </w:r>
            <w:r w:rsidRPr="00B41227">
              <w:rPr>
                <w:b/>
                <w:szCs w:val="24"/>
              </w:rPr>
              <w:t xml:space="preserve"> ECTS</w:t>
            </w:r>
          </w:p>
        </w:tc>
      </w:tr>
      <w:tr w:rsidR="00015B8F" w:rsidRPr="00B41227" w14:paraId="480C9334" w14:textId="77777777" w:rsidTr="000102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E3DA" w14:textId="77777777" w:rsidR="00015B8F" w:rsidRPr="00B41227" w:rsidRDefault="0014074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F9A2" w14:textId="77777777" w:rsidR="00015B8F" w:rsidRPr="00B41227" w:rsidRDefault="00865CC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BB14" w14:textId="39F6D65D" w:rsidR="00015B8F" w:rsidRPr="00B41227" w:rsidRDefault="00865CC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30</w:t>
            </w:r>
            <w:r w:rsidR="00BD0F1B">
              <w:rPr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D897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908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9906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28BD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9EED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896C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A4DE" w14:textId="77777777" w:rsidR="00015B8F" w:rsidRPr="00B41227" w:rsidRDefault="00B4122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5781D14" w14:textId="7833F9AE" w:rsidR="00923D7D" w:rsidRPr="00B41227" w:rsidRDefault="00BD0F1B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 ćw. na zaj. warszt. Uchwała RD 78/05/2024</w:t>
      </w:r>
    </w:p>
    <w:p w14:paraId="0C0048B5" w14:textId="77777777" w:rsidR="00923D7D" w:rsidRPr="00B41227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01F20353" w14:textId="77777777" w:rsidR="0085747A" w:rsidRPr="00B4122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41227">
        <w:rPr>
          <w:smallCaps w:val="0"/>
          <w:szCs w:val="24"/>
        </w:rPr>
        <w:t>1.</w:t>
      </w:r>
      <w:r w:rsidR="00E22FBC" w:rsidRPr="00B41227">
        <w:rPr>
          <w:smallCaps w:val="0"/>
          <w:szCs w:val="24"/>
        </w:rPr>
        <w:t>2</w:t>
      </w:r>
      <w:r w:rsidR="00F83B28" w:rsidRPr="00B41227">
        <w:rPr>
          <w:smallCaps w:val="0"/>
          <w:szCs w:val="24"/>
        </w:rPr>
        <w:t>.</w:t>
      </w:r>
      <w:r w:rsidR="00F83B28" w:rsidRPr="00B41227">
        <w:rPr>
          <w:smallCaps w:val="0"/>
          <w:szCs w:val="24"/>
        </w:rPr>
        <w:tab/>
      </w:r>
      <w:r w:rsidRPr="00B41227">
        <w:rPr>
          <w:smallCaps w:val="0"/>
          <w:szCs w:val="24"/>
        </w:rPr>
        <w:t xml:space="preserve">Sposób realizacji zajęć  </w:t>
      </w:r>
    </w:p>
    <w:p w14:paraId="3C764A24" w14:textId="77777777" w:rsidR="0085747A" w:rsidRPr="00B41227" w:rsidRDefault="00B41227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X </w:t>
      </w:r>
      <w:r w:rsidR="0085747A" w:rsidRPr="00B41227">
        <w:rPr>
          <w:b w:val="0"/>
          <w:smallCaps w:val="0"/>
          <w:szCs w:val="24"/>
        </w:rPr>
        <w:t xml:space="preserve">zajęcia w formie tradycyjnej </w:t>
      </w:r>
    </w:p>
    <w:p w14:paraId="21070965" w14:textId="77777777" w:rsidR="0085747A" w:rsidRPr="00B41227" w:rsidRDefault="00B41227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 xml:space="preserve">X </w:t>
      </w:r>
      <w:r w:rsidR="0085747A" w:rsidRPr="00B41227">
        <w:rPr>
          <w:b w:val="0"/>
          <w:smallCaps w:val="0"/>
          <w:szCs w:val="24"/>
        </w:rPr>
        <w:t>zajęcia realizowane z wykorzystaniem metod i technik kształcenia na odległość</w:t>
      </w:r>
    </w:p>
    <w:p w14:paraId="260028A8" w14:textId="77777777" w:rsidR="0085747A" w:rsidRPr="00B41227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F247B03" w14:textId="77777777" w:rsidR="00E22FBC" w:rsidRPr="00B41227" w:rsidRDefault="00E22FBC" w:rsidP="000102E2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1.3 </w:t>
      </w:r>
      <w:r w:rsidR="00F83B28" w:rsidRPr="00B41227">
        <w:rPr>
          <w:smallCaps w:val="0"/>
          <w:szCs w:val="24"/>
        </w:rPr>
        <w:tab/>
      </w:r>
      <w:r w:rsidRPr="00B41227">
        <w:rPr>
          <w:smallCaps w:val="0"/>
          <w:szCs w:val="24"/>
        </w:rPr>
        <w:t>For</w:t>
      </w:r>
      <w:r w:rsidR="00445970" w:rsidRPr="00B41227">
        <w:rPr>
          <w:smallCaps w:val="0"/>
          <w:szCs w:val="24"/>
        </w:rPr>
        <w:t xml:space="preserve">ma zaliczenia przedmiotu </w:t>
      </w:r>
      <w:r w:rsidRPr="00B41227">
        <w:rPr>
          <w:smallCaps w:val="0"/>
          <w:szCs w:val="24"/>
        </w:rPr>
        <w:t>(z toku)</w:t>
      </w:r>
      <w:r w:rsidR="00865CCB" w:rsidRPr="00B41227">
        <w:rPr>
          <w:smallCaps w:val="0"/>
          <w:szCs w:val="24"/>
        </w:rPr>
        <w:t xml:space="preserve">: </w:t>
      </w:r>
      <w:r w:rsidR="000102E2">
        <w:rPr>
          <w:b w:val="0"/>
          <w:smallCaps w:val="0"/>
          <w:szCs w:val="24"/>
        </w:rPr>
        <w:t>e</w:t>
      </w:r>
      <w:r w:rsidR="00B41227">
        <w:rPr>
          <w:b w:val="0"/>
          <w:smallCaps w:val="0"/>
          <w:szCs w:val="24"/>
        </w:rPr>
        <w:t>gzamin</w:t>
      </w:r>
    </w:p>
    <w:p w14:paraId="659014F4" w14:textId="77777777" w:rsidR="009C54AE" w:rsidRPr="00B41227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380C003" w14:textId="77777777" w:rsidR="00B41227" w:rsidRPr="00B41227" w:rsidRDefault="0085747A" w:rsidP="009C54AE">
      <w:pPr>
        <w:pStyle w:val="Punktygwne"/>
        <w:spacing w:before="0" w:after="0"/>
        <w:rPr>
          <w:szCs w:val="24"/>
        </w:rPr>
      </w:pPr>
      <w:r w:rsidRPr="00B41227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41227" w14:paraId="57D024DD" w14:textId="77777777" w:rsidTr="00745302">
        <w:tc>
          <w:tcPr>
            <w:tcW w:w="9670" w:type="dxa"/>
          </w:tcPr>
          <w:p w14:paraId="5D531817" w14:textId="77777777" w:rsidR="0085747A" w:rsidRPr="00B41227" w:rsidRDefault="00BC4AEF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67230B73" w14:textId="77777777" w:rsidR="00153C41" w:rsidRPr="00B41227" w:rsidRDefault="00153C41" w:rsidP="009C54AE">
      <w:pPr>
        <w:pStyle w:val="Punktygwne"/>
        <w:spacing w:before="0" w:after="0"/>
        <w:rPr>
          <w:szCs w:val="24"/>
        </w:rPr>
      </w:pPr>
    </w:p>
    <w:p w14:paraId="467B1A76" w14:textId="77777777" w:rsidR="00646BE3" w:rsidRPr="00B41227" w:rsidRDefault="00646BE3" w:rsidP="009C54AE">
      <w:pPr>
        <w:pStyle w:val="Punktygwne"/>
        <w:spacing w:before="0" w:after="0"/>
        <w:rPr>
          <w:szCs w:val="24"/>
        </w:rPr>
      </w:pPr>
    </w:p>
    <w:p w14:paraId="7BB2F8FB" w14:textId="77777777" w:rsidR="00244904" w:rsidRDefault="00244904" w:rsidP="009C54AE">
      <w:pPr>
        <w:pStyle w:val="Punktygwne"/>
        <w:spacing w:before="0" w:after="0"/>
        <w:rPr>
          <w:szCs w:val="24"/>
        </w:rPr>
      </w:pPr>
    </w:p>
    <w:p w14:paraId="1C06A667" w14:textId="77777777" w:rsidR="00244904" w:rsidRDefault="00244904" w:rsidP="009C54AE">
      <w:pPr>
        <w:pStyle w:val="Punktygwne"/>
        <w:spacing w:before="0" w:after="0"/>
        <w:rPr>
          <w:szCs w:val="24"/>
        </w:rPr>
      </w:pPr>
    </w:p>
    <w:p w14:paraId="462A8294" w14:textId="77777777" w:rsidR="00244904" w:rsidRDefault="00244904" w:rsidP="009C54AE">
      <w:pPr>
        <w:pStyle w:val="Punktygwne"/>
        <w:spacing w:before="0" w:after="0"/>
        <w:rPr>
          <w:szCs w:val="24"/>
        </w:rPr>
      </w:pPr>
    </w:p>
    <w:p w14:paraId="67E03457" w14:textId="77777777" w:rsidR="0085747A" w:rsidRPr="00B41227" w:rsidRDefault="0071620A" w:rsidP="009C54AE">
      <w:pPr>
        <w:pStyle w:val="Punktygwne"/>
        <w:spacing w:before="0" w:after="0"/>
        <w:rPr>
          <w:szCs w:val="24"/>
        </w:rPr>
      </w:pPr>
      <w:r w:rsidRPr="00B41227">
        <w:rPr>
          <w:szCs w:val="24"/>
        </w:rPr>
        <w:lastRenderedPageBreak/>
        <w:t>3.</w:t>
      </w:r>
      <w:r w:rsidR="00A84C85" w:rsidRPr="00B41227">
        <w:rPr>
          <w:szCs w:val="24"/>
        </w:rPr>
        <w:t>cele, efekty uczenia się</w:t>
      </w:r>
      <w:r w:rsidR="0085747A" w:rsidRPr="00B41227">
        <w:rPr>
          <w:szCs w:val="24"/>
        </w:rPr>
        <w:t>, treści Programowe i stosowane metody Dydaktyczne</w:t>
      </w:r>
    </w:p>
    <w:p w14:paraId="1F44DFE0" w14:textId="77777777" w:rsidR="0014074A" w:rsidRDefault="0014074A" w:rsidP="009C54AE">
      <w:pPr>
        <w:pStyle w:val="Podpunkty"/>
        <w:rPr>
          <w:sz w:val="24"/>
          <w:szCs w:val="24"/>
        </w:rPr>
      </w:pPr>
    </w:p>
    <w:p w14:paraId="304D47ED" w14:textId="77777777" w:rsidR="0085747A" w:rsidRPr="00B41227" w:rsidRDefault="0071620A" w:rsidP="009C54AE">
      <w:pPr>
        <w:pStyle w:val="Podpunkty"/>
        <w:rPr>
          <w:sz w:val="24"/>
          <w:szCs w:val="24"/>
        </w:rPr>
      </w:pPr>
      <w:r w:rsidRPr="00B41227">
        <w:rPr>
          <w:sz w:val="24"/>
          <w:szCs w:val="24"/>
        </w:rPr>
        <w:t xml:space="preserve">3.1 </w:t>
      </w:r>
      <w:r w:rsidR="00C05F44" w:rsidRPr="00B41227">
        <w:rPr>
          <w:sz w:val="24"/>
          <w:szCs w:val="24"/>
        </w:rPr>
        <w:t>Cele przedmiotu</w:t>
      </w:r>
    </w:p>
    <w:p w14:paraId="1FCD27BD" w14:textId="77777777" w:rsidR="00F83B28" w:rsidRPr="00B41227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41227" w14:paraId="0635850C" w14:textId="77777777" w:rsidTr="00793781">
        <w:tc>
          <w:tcPr>
            <w:tcW w:w="844" w:type="dxa"/>
            <w:vAlign w:val="center"/>
          </w:tcPr>
          <w:p w14:paraId="1C7A52EE" w14:textId="77777777" w:rsidR="0085747A" w:rsidRPr="00B41227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BCC4310" w14:textId="77777777" w:rsidR="0085747A" w:rsidRPr="00B41227" w:rsidRDefault="003C6C2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Opanowanie podstawowych zasad diagnozy</w:t>
            </w:r>
            <w:r w:rsidR="006B1CFB" w:rsidRPr="00B41227">
              <w:rPr>
                <w:b w:val="0"/>
                <w:sz w:val="24"/>
                <w:szCs w:val="24"/>
              </w:rPr>
              <w:t xml:space="preserve"> rozwoju dziecka.</w:t>
            </w:r>
          </w:p>
        </w:tc>
      </w:tr>
      <w:tr w:rsidR="0085747A" w:rsidRPr="00B41227" w14:paraId="4B830536" w14:textId="77777777" w:rsidTr="00793781">
        <w:tc>
          <w:tcPr>
            <w:tcW w:w="844" w:type="dxa"/>
            <w:vAlign w:val="center"/>
          </w:tcPr>
          <w:p w14:paraId="4E3DD4BB" w14:textId="77777777" w:rsidR="0085747A" w:rsidRPr="00B41227" w:rsidRDefault="00963FE4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16ECB1" w14:textId="77777777" w:rsidR="0085747A" w:rsidRPr="00B41227" w:rsidRDefault="00D466C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Zapoznanie z metodami przydatnymi w poznaniu dziecka i jego najbliższego środowiska.</w:t>
            </w:r>
          </w:p>
        </w:tc>
      </w:tr>
    </w:tbl>
    <w:p w14:paraId="7C6BCA52" w14:textId="77777777" w:rsidR="0085747A" w:rsidRPr="00B41227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E3DA699" w14:textId="77777777" w:rsidR="001D7B54" w:rsidRPr="00B41227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41227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41227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41227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41227">
        <w:rPr>
          <w:rFonts w:ascii="Times New Roman" w:hAnsi="Times New Roman"/>
          <w:b/>
          <w:sz w:val="24"/>
          <w:szCs w:val="24"/>
        </w:rPr>
        <w:t>dla przedmiotu</w:t>
      </w:r>
    </w:p>
    <w:p w14:paraId="2E2D0A55" w14:textId="77777777" w:rsidR="001D7B54" w:rsidRPr="00B41227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41227" w14:paraId="2544BD43" w14:textId="77777777" w:rsidTr="0071620A">
        <w:tc>
          <w:tcPr>
            <w:tcW w:w="1701" w:type="dxa"/>
            <w:vAlign w:val="center"/>
          </w:tcPr>
          <w:p w14:paraId="10F2350D" w14:textId="77777777" w:rsidR="0085747A" w:rsidRPr="00B4122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1227">
              <w:rPr>
                <w:smallCaps w:val="0"/>
                <w:szCs w:val="24"/>
              </w:rPr>
              <w:t>EK</w:t>
            </w:r>
            <w:r w:rsidR="00A84C85" w:rsidRPr="00B41227">
              <w:rPr>
                <w:b w:val="0"/>
                <w:smallCaps w:val="0"/>
                <w:szCs w:val="24"/>
              </w:rPr>
              <w:t xml:space="preserve"> (</w:t>
            </w:r>
            <w:r w:rsidR="00C05F44" w:rsidRPr="00B41227">
              <w:rPr>
                <w:b w:val="0"/>
                <w:smallCaps w:val="0"/>
                <w:szCs w:val="24"/>
              </w:rPr>
              <w:t>efekt uczenia się</w:t>
            </w:r>
            <w:r w:rsidR="00B82308" w:rsidRPr="00B41227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E9E2DA" w14:textId="77777777" w:rsidR="0085747A" w:rsidRPr="00B4122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41227">
              <w:rPr>
                <w:b w:val="0"/>
                <w:smallCaps w:val="0"/>
                <w:szCs w:val="24"/>
              </w:rPr>
              <w:t xml:space="preserve">uczenia się </w:t>
            </w:r>
            <w:r w:rsidRPr="00B41227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0A8B3" w14:textId="77777777" w:rsidR="0085747A" w:rsidRPr="00B4122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1227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41227" w14:paraId="5AE7235F" w14:textId="77777777" w:rsidTr="005E6E85">
        <w:tc>
          <w:tcPr>
            <w:tcW w:w="1701" w:type="dxa"/>
          </w:tcPr>
          <w:p w14:paraId="591D6BD6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EK</w:t>
            </w:r>
            <w:r w:rsidRPr="00B41227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8BEC8EE" w14:textId="74CA8DB3" w:rsidR="0085747A" w:rsidRPr="00B41227" w:rsidRDefault="00381EA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Scharakteryzuje</w:t>
            </w:r>
            <w:r w:rsidR="003B0A5F" w:rsidRPr="00B41227">
              <w:rPr>
                <w:b w:val="0"/>
                <w:smallCaps w:val="0"/>
                <w:szCs w:val="24"/>
              </w:rPr>
              <w:t xml:space="preserve"> </w:t>
            </w:r>
            <w:r w:rsidR="00770393">
              <w:rPr>
                <w:b w:val="0"/>
                <w:smallCaps w:val="0"/>
                <w:szCs w:val="24"/>
              </w:rPr>
              <w:t>w sposób pogłębiony z</w:t>
            </w:r>
            <w:r w:rsidR="003B0A5F" w:rsidRPr="00B41227">
              <w:rPr>
                <w:b w:val="0"/>
                <w:smallCaps w:val="0"/>
                <w:szCs w:val="24"/>
              </w:rPr>
              <w:t xml:space="preserve">asady diagnozy rozwoju dziecka, wraz z metodami, technikami, </w:t>
            </w:r>
            <w:r w:rsidR="00770393">
              <w:rPr>
                <w:b w:val="0"/>
                <w:smallCaps w:val="0"/>
                <w:szCs w:val="24"/>
              </w:rPr>
              <w:t>zaawansowanymi</w:t>
            </w:r>
            <w:r w:rsidR="003B0A5F" w:rsidRPr="00B41227">
              <w:rPr>
                <w:b w:val="0"/>
                <w:smallCaps w:val="0"/>
                <w:szCs w:val="24"/>
              </w:rPr>
              <w:t xml:space="preserve"> narzędziami</w:t>
            </w:r>
            <w:r w:rsidR="00A24C6A" w:rsidRPr="00B41227">
              <w:rPr>
                <w:b w:val="0"/>
                <w:smallCaps w:val="0"/>
                <w:szCs w:val="24"/>
              </w:rPr>
              <w:t xml:space="preserve"> diagnostycznymi</w:t>
            </w:r>
            <w:r w:rsidR="005C69B8" w:rsidRPr="00B41227">
              <w:rPr>
                <w:b w:val="0"/>
                <w:smallCaps w:val="0"/>
                <w:szCs w:val="24"/>
              </w:rPr>
              <w:t xml:space="preserve"> oraz aspektami prawnymi</w:t>
            </w:r>
            <w:r w:rsidR="00770393">
              <w:rPr>
                <w:b w:val="0"/>
                <w:smallCaps w:val="0"/>
                <w:szCs w:val="24"/>
              </w:rPr>
              <w:t xml:space="preserve"> </w:t>
            </w:r>
            <w:r w:rsidR="005C69B8" w:rsidRPr="00B41227">
              <w:rPr>
                <w:b w:val="0"/>
                <w:smallCaps w:val="0"/>
                <w:szCs w:val="24"/>
              </w:rPr>
              <w:t>i etycznymi</w:t>
            </w:r>
          </w:p>
        </w:tc>
        <w:tc>
          <w:tcPr>
            <w:tcW w:w="1873" w:type="dxa"/>
          </w:tcPr>
          <w:p w14:paraId="2A2F4AA6" w14:textId="77777777" w:rsidR="0085747A" w:rsidRPr="00B41227" w:rsidRDefault="003B0A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K_W04</w:t>
            </w:r>
          </w:p>
          <w:p w14:paraId="734F8344" w14:textId="77777777" w:rsidR="003B0A5F" w:rsidRPr="00B41227" w:rsidRDefault="003B0A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K_W16</w:t>
            </w:r>
          </w:p>
          <w:p w14:paraId="4C6BB40D" w14:textId="77777777" w:rsidR="005C69B8" w:rsidRPr="00B41227" w:rsidRDefault="005C69B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K_W24</w:t>
            </w:r>
          </w:p>
        </w:tc>
      </w:tr>
      <w:tr w:rsidR="0085747A" w:rsidRPr="00B41227" w14:paraId="6ABD8E1E" w14:textId="77777777" w:rsidTr="005E6E85">
        <w:tc>
          <w:tcPr>
            <w:tcW w:w="1701" w:type="dxa"/>
          </w:tcPr>
          <w:p w14:paraId="7044ECBE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3B312F" w14:textId="4FFB065B" w:rsidR="0085747A" w:rsidRPr="00B41227" w:rsidRDefault="006803A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Potrafi </w:t>
            </w:r>
            <w:r w:rsidR="00770393">
              <w:rPr>
                <w:b w:val="0"/>
                <w:smallCaps w:val="0"/>
                <w:szCs w:val="24"/>
              </w:rPr>
              <w:t>samodzielnie z</w:t>
            </w:r>
            <w:r w:rsidRPr="00B41227">
              <w:rPr>
                <w:b w:val="0"/>
                <w:smallCaps w:val="0"/>
                <w:szCs w:val="24"/>
              </w:rPr>
              <w:t xml:space="preserve">diagnozować, oceniać, interpretować </w:t>
            </w:r>
            <w:r w:rsidR="008858C3" w:rsidRPr="00B41227">
              <w:rPr>
                <w:b w:val="0"/>
                <w:smallCaps w:val="0"/>
                <w:szCs w:val="24"/>
              </w:rPr>
              <w:t xml:space="preserve">i prognozować </w:t>
            </w:r>
            <w:r w:rsidRPr="00B41227">
              <w:rPr>
                <w:b w:val="0"/>
                <w:smallCaps w:val="0"/>
                <w:szCs w:val="24"/>
              </w:rPr>
              <w:t>rozwój dziecka</w:t>
            </w:r>
            <w:r w:rsidR="00770393">
              <w:rPr>
                <w:b w:val="0"/>
                <w:smallCaps w:val="0"/>
                <w:szCs w:val="24"/>
              </w:rPr>
              <w:t>, także korzystając z specjalistycznych metod diagnostycznych</w:t>
            </w:r>
          </w:p>
        </w:tc>
        <w:tc>
          <w:tcPr>
            <w:tcW w:w="1873" w:type="dxa"/>
          </w:tcPr>
          <w:p w14:paraId="3CDA8ACD" w14:textId="77777777" w:rsidR="0085747A" w:rsidRPr="00B41227" w:rsidRDefault="006803A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K_U0</w:t>
            </w:r>
            <w:r w:rsidR="00070E7E">
              <w:rPr>
                <w:b w:val="0"/>
                <w:smallCaps w:val="0"/>
                <w:szCs w:val="24"/>
              </w:rPr>
              <w:t>6</w:t>
            </w:r>
          </w:p>
          <w:p w14:paraId="270BB331" w14:textId="77777777" w:rsidR="008858C3" w:rsidRDefault="008858C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K_U1</w:t>
            </w:r>
            <w:r w:rsidR="00070E7E">
              <w:rPr>
                <w:b w:val="0"/>
                <w:smallCaps w:val="0"/>
                <w:szCs w:val="24"/>
              </w:rPr>
              <w:t>1</w:t>
            </w:r>
          </w:p>
          <w:p w14:paraId="06E614AE" w14:textId="77777777" w:rsidR="00070E7E" w:rsidRPr="00B41227" w:rsidRDefault="00070E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K_U12</w:t>
            </w:r>
          </w:p>
          <w:p w14:paraId="43B3FB54" w14:textId="77777777" w:rsidR="005C69B8" w:rsidRPr="00B41227" w:rsidRDefault="005C69B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K_K0</w:t>
            </w:r>
            <w:r w:rsidR="00070E7E">
              <w:rPr>
                <w:b w:val="0"/>
                <w:smallCaps w:val="0"/>
                <w:szCs w:val="24"/>
              </w:rPr>
              <w:t>6</w:t>
            </w:r>
          </w:p>
        </w:tc>
      </w:tr>
      <w:tr w:rsidR="0085747A" w:rsidRPr="00B41227" w14:paraId="4EE933C5" w14:textId="77777777" w:rsidTr="005E6E85">
        <w:tc>
          <w:tcPr>
            <w:tcW w:w="1701" w:type="dxa"/>
          </w:tcPr>
          <w:p w14:paraId="0502157B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EK_</w:t>
            </w:r>
            <w:r w:rsidR="00917875" w:rsidRPr="00B41227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FEB779" w14:textId="77777777" w:rsidR="0085747A" w:rsidRPr="00B41227" w:rsidRDefault="007E764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Dobierze adekwatne psychologiczne </w:t>
            </w:r>
            <w:r w:rsidR="00A24C6A" w:rsidRPr="00B41227">
              <w:rPr>
                <w:b w:val="0"/>
                <w:smallCaps w:val="0"/>
                <w:szCs w:val="24"/>
              </w:rPr>
              <w:t xml:space="preserve">metody pracy </w:t>
            </w:r>
            <w:r w:rsidR="00B41227">
              <w:rPr>
                <w:b w:val="0"/>
                <w:smallCaps w:val="0"/>
                <w:szCs w:val="24"/>
              </w:rPr>
              <w:br/>
            </w:r>
            <w:r w:rsidR="00A24C6A" w:rsidRPr="00B41227">
              <w:rPr>
                <w:b w:val="0"/>
                <w:smallCaps w:val="0"/>
                <w:szCs w:val="24"/>
              </w:rPr>
              <w:t>i narzędzia diagnostyczne w relacji do dziecka</w:t>
            </w:r>
          </w:p>
        </w:tc>
        <w:tc>
          <w:tcPr>
            <w:tcW w:w="1873" w:type="dxa"/>
          </w:tcPr>
          <w:p w14:paraId="35D161BE" w14:textId="77777777" w:rsidR="0085747A" w:rsidRPr="00B41227" w:rsidRDefault="00A24C6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K_U11</w:t>
            </w:r>
          </w:p>
          <w:p w14:paraId="3C9F861F" w14:textId="77777777" w:rsidR="005C69B8" w:rsidRPr="00B41227" w:rsidRDefault="005C69B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K_K0</w:t>
            </w:r>
            <w:r w:rsidR="00070E7E">
              <w:rPr>
                <w:b w:val="0"/>
                <w:smallCaps w:val="0"/>
                <w:szCs w:val="24"/>
              </w:rPr>
              <w:t>6</w:t>
            </w:r>
          </w:p>
        </w:tc>
      </w:tr>
    </w:tbl>
    <w:p w14:paraId="6373E49B" w14:textId="77777777" w:rsidR="0085747A" w:rsidRPr="00B4122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015F88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41227">
        <w:rPr>
          <w:rFonts w:ascii="Times New Roman" w:hAnsi="Times New Roman"/>
          <w:b/>
          <w:sz w:val="24"/>
          <w:szCs w:val="24"/>
        </w:rPr>
        <w:t>3.3</w:t>
      </w:r>
      <w:r w:rsidR="0085747A" w:rsidRPr="00B41227">
        <w:rPr>
          <w:rFonts w:ascii="Times New Roman" w:hAnsi="Times New Roman"/>
          <w:b/>
          <w:sz w:val="24"/>
          <w:szCs w:val="24"/>
        </w:rPr>
        <w:t>T</w:t>
      </w:r>
      <w:r w:rsidR="001D7B54" w:rsidRPr="00B41227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15ED4F28" w14:textId="77777777" w:rsidR="00BE7D44" w:rsidRPr="00B41227" w:rsidRDefault="00BE7D4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C0276D7" w14:textId="77777777" w:rsidR="0085747A" w:rsidRPr="00B4122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41227">
        <w:rPr>
          <w:rFonts w:ascii="Times New Roman" w:hAnsi="Times New Roman"/>
          <w:sz w:val="24"/>
          <w:szCs w:val="24"/>
        </w:rPr>
        <w:t xml:space="preserve">Problematyka wykładu </w:t>
      </w:r>
    </w:p>
    <w:p w14:paraId="1595F09F" w14:textId="77777777" w:rsidR="00675843" w:rsidRPr="00B41227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41227" w14:paraId="1ABB54E6" w14:textId="77777777" w:rsidTr="00923D7D">
        <w:tc>
          <w:tcPr>
            <w:tcW w:w="9639" w:type="dxa"/>
          </w:tcPr>
          <w:p w14:paraId="343CC76C" w14:textId="77777777" w:rsidR="0085747A" w:rsidRPr="00B41227" w:rsidRDefault="0085747A" w:rsidP="000102E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41227" w14:paraId="762F2396" w14:textId="77777777" w:rsidTr="00923D7D">
        <w:tc>
          <w:tcPr>
            <w:tcW w:w="9639" w:type="dxa"/>
          </w:tcPr>
          <w:p w14:paraId="1FB4CD27" w14:textId="77777777" w:rsidR="0085747A" w:rsidRPr="00B41227" w:rsidRDefault="000A3DE3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Diagnoza </w:t>
            </w:r>
            <w:r w:rsidR="0072518C" w:rsidRPr="00B41227">
              <w:rPr>
                <w:rFonts w:ascii="Times New Roman" w:hAnsi="Times New Roman"/>
                <w:sz w:val="24"/>
                <w:szCs w:val="24"/>
              </w:rPr>
              <w:t xml:space="preserve">rozwoju dziecka 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>jako proces. Rodzaje diagnoz</w:t>
            </w:r>
            <w:r w:rsidR="009E5CB5" w:rsidRPr="00B41227">
              <w:rPr>
                <w:rFonts w:ascii="Times New Roman" w:hAnsi="Times New Roman"/>
                <w:sz w:val="24"/>
                <w:szCs w:val="24"/>
              </w:rPr>
              <w:t>y.</w:t>
            </w:r>
          </w:p>
        </w:tc>
      </w:tr>
      <w:tr w:rsidR="0085747A" w:rsidRPr="00B41227" w14:paraId="6EE0D857" w14:textId="77777777" w:rsidTr="00923D7D">
        <w:tc>
          <w:tcPr>
            <w:tcW w:w="9639" w:type="dxa"/>
          </w:tcPr>
          <w:p w14:paraId="09752A35" w14:textId="77777777" w:rsidR="0085747A" w:rsidRPr="00B41227" w:rsidRDefault="00953DF2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Uwarunkowania procesu diagnostycznego. Kontakt diagnostyczny. Opór w procesie diagnozy. </w:t>
            </w:r>
            <w:r w:rsidR="000E33F2" w:rsidRPr="00B41227">
              <w:rPr>
                <w:rFonts w:ascii="Times New Roman" w:hAnsi="Times New Roman"/>
                <w:sz w:val="24"/>
                <w:szCs w:val="24"/>
              </w:rPr>
              <w:t>Kompetencje diagnosty.</w:t>
            </w:r>
          </w:p>
        </w:tc>
      </w:tr>
      <w:tr w:rsidR="001D519B" w:rsidRPr="00B41227" w14:paraId="067759D8" w14:textId="77777777" w:rsidTr="00923D7D">
        <w:tc>
          <w:tcPr>
            <w:tcW w:w="9639" w:type="dxa"/>
          </w:tcPr>
          <w:p w14:paraId="42D87E70" w14:textId="77777777" w:rsidR="001D519B" w:rsidRPr="00B41227" w:rsidRDefault="001D519B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Błędy diagnostyczne i ich konsekwencje.</w:t>
            </w:r>
          </w:p>
        </w:tc>
      </w:tr>
      <w:tr w:rsidR="0085747A" w:rsidRPr="00B41227" w14:paraId="4391374D" w14:textId="77777777" w:rsidTr="00923D7D">
        <w:tc>
          <w:tcPr>
            <w:tcW w:w="9639" w:type="dxa"/>
          </w:tcPr>
          <w:p w14:paraId="2BBE6E10" w14:textId="77777777" w:rsidR="0085747A" w:rsidRPr="00B41227" w:rsidRDefault="00750BDA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Podstawowe </w:t>
            </w:r>
            <w:r w:rsidR="00D50E73" w:rsidRPr="00B41227">
              <w:rPr>
                <w:rFonts w:ascii="Times New Roman" w:hAnsi="Times New Roman"/>
                <w:sz w:val="24"/>
                <w:szCs w:val="24"/>
              </w:rPr>
              <w:t>metody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 xml:space="preserve"> diagnostyczne.</w:t>
            </w:r>
            <w:r w:rsidR="003406B2" w:rsidRPr="00B41227">
              <w:rPr>
                <w:rFonts w:ascii="Times New Roman" w:hAnsi="Times New Roman"/>
                <w:sz w:val="24"/>
                <w:szCs w:val="24"/>
              </w:rPr>
              <w:t xml:space="preserve"> Diagnozowanie poszczególnych sfer rozwoju</w:t>
            </w:r>
            <w:r w:rsidR="00BF5888" w:rsidRPr="00B41227">
              <w:rPr>
                <w:rFonts w:ascii="Times New Roman" w:hAnsi="Times New Roman"/>
                <w:sz w:val="24"/>
                <w:szCs w:val="24"/>
              </w:rPr>
              <w:t xml:space="preserve"> dziecka</w:t>
            </w:r>
            <w:r w:rsidR="003406B2" w:rsidRPr="00B41227">
              <w:rPr>
                <w:rFonts w:ascii="Times New Roman" w:hAnsi="Times New Roman"/>
                <w:sz w:val="24"/>
                <w:szCs w:val="24"/>
              </w:rPr>
              <w:t>: motorycznej, poznawczej, emocjonalnej, społecznej.</w:t>
            </w:r>
          </w:p>
        </w:tc>
      </w:tr>
      <w:tr w:rsidR="000E33F2" w:rsidRPr="00B41227" w14:paraId="5C1A1197" w14:textId="77777777" w:rsidTr="00923D7D">
        <w:tc>
          <w:tcPr>
            <w:tcW w:w="9639" w:type="dxa"/>
          </w:tcPr>
          <w:p w14:paraId="3503567F" w14:textId="77777777" w:rsidR="000E33F2" w:rsidRPr="00B41227" w:rsidRDefault="00750BDA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Aspekty prawne i etyczne</w:t>
            </w:r>
            <w:r w:rsidR="005A3F5E" w:rsidRPr="00B41227">
              <w:rPr>
                <w:rFonts w:ascii="Times New Roman" w:hAnsi="Times New Roman"/>
                <w:sz w:val="24"/>
                <w:szCs w:val="24"/>
              </w:rPr>
              <w:t xml:space="preserve"> psychologicznej diagnozy rozwoju dziecka.</w:t>
            </w:r>
            <w:r w:rsidR="008E7CE6" w:rsidRPr="00B41227">
              <w:rPr>
                <w:rFonts w:ascii="Times New Roman" w:hAnsi="Times New Roman"/>
                <w:sz w:val="24"/>
                <w:szCs w:val="24"/>
              </w:rPr>
              <w:t xml:space="preserve"> Przekazywanie informacji diagnostycznych </w:t>
            </w:r>
            <w:r w:rsidR="00EF2AE0" w:rsidRPr="00B41227">
              <w:rPr>
                <w:rFonts w:ascii="Times New Roman" w:hAnsi="Times New Roman"/>
                <w:sz w:val="24"/>
                <w:szCs w:val="24"/>
              </w:rPr>
              <w:t>rodzicom, opiekunom i nauczycielom badanych dzieci.</w:t>
            </w:r>
          </w:p>
        </w:tc>
      </w:tr>
    </w:tbl>
    <w:p w14:paraId="6F21A452" w14:textId="77777777" w:rsidR="0085747A" w:rsidRPr="00B4122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A9CF27" w14:textId="77777777" w:rsidR="0085747A" w:rsidRPr="00B4122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1227">
        <w:rPr>
          <w:rFonts w:ascii="Times New Roman" w:hAnsi="Times New Roman"/>
          <w:sz w:val="24"/>
          <w:szCs w:val="24"/>
        </w:rPr>
        <w:t xml:space="preserve">Problematyka ćwiczeń audytoryjnych </w:t>
      </w:r>
    </w:p>
    <w:p w14:paraId="257D04A1" w14:textId="77777777" w:rsidR="0085747A" w:rsidRPr="00B41227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1227" w14:paraId="288A432D" w14:textId="77777777" w:rsidTr="00241AD8">
        <w:tc>
          <w:tcPr>
            <w:tcW w:w="9520" w:type="dxa"/>
          </w:tcPr>
          <w:p w14:paraId="482758E6" w14:textId="77777777" w:rsidR="0085747A" w:rsidRPr="00B41227" w:rsidRDefault="0085747A" w:rsidP="000102E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41227" w14:paraId="3D1E6940" w14:textId="77777777" w:rsidTr="00241AD8">
        <w:tc>
          <w:tcPr>
            <w:tcW w:w="9520" w:type="dxa"/>
          </w:tcPr>
          <w:p w14:paraId="5B3FE419" w14:textId="77777777" w:rsidR="0085747A" w:rsidRPr="00B41227" w:rsidRDefault="00E52B85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Poznanie </w:t>
            </w:r>
            <w:r w:rsidR="00241AD8" w:rsidRPr="00B41227">
              <w:rPr>
                <w:rFonts w:ascii="Times New Roman" w:hAnsi="Times New Roman"/>
                <w:sz w:val="24"/>
                <w:szCs w:val="24"/>
              </w:rPr>
              <w:t>wybranych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 xml:space="preserve"> narzędzi diagnozy psychologicznej dzieci i młodzieży oraz ich podstaw teoretycznych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EC8" w:rsidRPr="00B41227" w14:paraId="0DBC0988" w14:textId="77777777" w:rsidTr="00241AD8">
        <w:tc>
          <w:tcPr>
            <w:tcW w:w="9520" w:type="dxa"/>
          </w:tcPr>
          <w:p w14:paraId="52B891BE" w14:textId="77777777" w:rsidR="00241EC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Specyfika diagnozy dzieci i młodzieży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32B4F64A" w14:textId="77777777" w:rsidTr="00241AD8">
        <w:tc>
          <w:tcPr>
            <w:tcW w:w="9520" w:type="dxa"/>
          </w:tcPr>
          <w:p w14:paraId="01C66247" w14:textId="77777777" w:rsidR="00241AD8" w:rsidRPr="00B41227" w:rsidRDefault="00241AD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Obserwacja jako metoda diagnozy psychologicznej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73EEBAB9" w14:textId="77777777" w:rsidTr="00241AD8">
        <w:tc>
          <w:tcPr>
            <w:tcW w:w="9520" w:type="dxa"/>
          </w:tcPr>
          <w:p w14:paraId="63594D13" w14:textId="77777777" w:rsidR="00241AD8" w:rsidRPr="00B41227" w:rsidRDefault="00241AD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lastRenderedPageBreak/>
              <w:t>Badanie technikami kwestionariuszowymi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10C96557" w14:textId="77777777" w:rsidTr="00241AD8">
        <w:tc>
          <w:tcPr>
            <w:tcW w:w="9520" w:type="dxa"/>
          </w:tcPr>
          <w:p w14:paraId="287E4FD5" w14:textId="77777777" w:rsidR="00241AD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Diagnoza psychologiczna dzieci z wykorzystaniem standardowych testów psychologicznych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7E3D0C64" w14:textId="77777777" w:rsidTr="00241AD8">
        <w:tc>
          <w:tcPr>
            <w:tcW w:w="9520" w:type="dxa"/>
          </w:tcPr>
          <w:p w14:paraId="19416E9C" w14:textId="77777777" w:rsidR="00241AD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Wywiad rozwojowy z opiekunami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EC8" w:rsidRPr="00B41227" w14:paraId="40D9FB6E" w14:textId="77777777" w:rsidTr="00241AD8">
        <w:tc>
          <w:tcPr>
            <w:tcW w:w="9520" w:type="dxa"/>
          </w:tcPr>
          <w:p w14:paraId="0711619A" w14:textId="77777777" w:rsidR="00241EC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Opinia psychologiczna – analiza przygotowanych diagnoz psychologicznych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58F846E" w14:textId="77777777" w:rsidR="0085747A" w:rsidRPr="00B4122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DD81ECA" w14:textId="77777777" w:rsidR="0085747A" w:rsidRPr="00B41227" w:rsidRDefault="009F4610" w:rsidP="000102E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41227">
        <w:rPr>
          <w:smallCaps w:val="0"/>
          <w:szCs w:val="24"/>
        </w:rPr>
        <w:t>3.4 Metody dydaktyczne</w:t>
      </w:r>
    </w:p>
    <w:p w14:paraId="17221961" w14:textId="77777777" w:rsidR="00E8079E" w:rsidRPr="000102E2" w:rsidRDefault="00E8079E" w:rsidP="00E8079E">
      <w:pPr>
        <w:pStyle w:val="Punktygwne"/>
        <w:spacing w:before="0" w:after="0"/>
        <w:jc w:val="both"/>
        <w:rPr>
          <w:szCs w:val="24"/>
        </w:rPr>
      </w:pPr>
      <w:r w:rsidRPr="00B41227">
        <w:rPr>
          <w:b w:val="0"/>
          <w:iCs/>
          <w:smallCaps w:val="0"/>
          <w:szCs w:val="24"/>
        </w:rPr>
        <w:t xml:space="preserve">Wykład: wykład problemowy, wykład z prezentacją multimedialną, metody kształcenia na odległość (wykład z wykorzystaniem </w:t>
      </w:r>
      <w:r w:rsidR="00381EA7" w:rsidRPr="00B41227">
        <w:rPr>
          <w:b w:val="0"/>
          <w:iCs/>
          <w:smallCaps w:val="0"/>
          <w:szCs w:val="24"/>
        </w:rPr>
        <w:t xml:space="preserve">aplikacji </w:t>
      </w:r>
      <w:r w:rsidRPr="00B41227">
        <w:rPr>
          <w:b w:val="0"/>
          <w:iCs/>
          <w:smallCaps w:val="0"/>
          <w:szCs w:val="24"/>
        </w:rPr>
        <w:t>MS Teams).</w:t>
      </w:r>
    </w:p>
    <w:p w14:paraId="12346A98" w14:textId="77777777" w:rsidR="0085747A" w:rsidRPr="000102E2" w:rsidRDefault="00E8079E" w:rsidP="000102E2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B41227">
        <w:rPr>
          <w:b w:val="0"/>
          <w:iCs/>
          <w:smallCaps w:val="0"/>
          <w:szCs w:val="24"/>
        </w:rPr>
        <w:t>Ćwiczenia: analiza tekstów z dyskusją, praca w grupach (burza mózgów, dyskusja), studium przypadku.</w:t>
      </w:r>
    </w:p>
    <w:p w14:paraId="7FEA0036" w14:textId="77777777" w:rsidR="00E960BB" w:rsidRPr="00B41227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F172442" w14:textId="77777777" w:rsidR="0085747A" w:rsidRPr="00B41227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4. </w:t>
      </w:r>
      <w:r w:rsidR="0085747A" w:rsidRPr="00B41227">
        <w:rPr>
          <w:smallCaps w:val="0"/>
          <w:szCs w:val="24"/>
        </w:rPr>
        <w:t>METODY I KRYTERIA OCENY</w:t>
      </w:r>
    </w:p>
    <w:p w14:paraId="45D6CF91" w14:textId="77777777" w:rsidR="00923D7D" w:rsidRPr="00B41227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CE5D47A" w14:textId="77777777" w:rsidR="0085747A" w:rsidRPr="00B41227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4.1 Sposoby weryfikacji efektów </w:t>
      </w:r>
      <w:r w:rsidR="00C05F44" w:rsidRPr="00B41227">
        <w:rPr>
          <w:smallCaps w:val="0"/>
          <w:szCs w:val="24"/>
        </w:rPr>
        <w:t>uczenia się</w:t>
      </w:r>
    </w:p>
    <w:p w14:paraId="78152E40" w14:textId="77777777" w:rsidR="0085747A" w:rsidRPr="00B4122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41227" w14:paraId="0E37B18B" w14:textId="77777777" w:rsidTr="00C05F44">
        <w:tc>
          <w:tcPr>
            <w:tcW w:w="1985" w:type="dxa"/>
            <w:vAlign w:val="center"/>
          </w:tcPr>
          <w:p w14:paraId="5F9C3699" w14:textId="77777777" w:rsidR="0085747A" w:rsidRPr="00B41227" w:rsidRDefault="0071620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77469" w14:textId="77777777" w:rsidR="0085747A" w:rsidRPr="00B41227" w:rsidRDefault="00F974DA" w:rsidP="000102E2">
            <w:pPr>
              <w:spacing w:after="0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869980A" w14:textId="77777777" w:rsidR="0085747A" w:rsidRPr="00B41227" w:rsidRDefault="009F4610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85747A" w:rsidRPr="00B41227">
              <w:rPr>
                <w:rFonts w:ascii="Times New Roman" w:hAnsi="Times New Roman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FAA4CF" w14:textId="77777777" w:rsidR="00923D7D" w:rsidRPr="00B41227" w:rsidRDefault="0085747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7B913F56" w14:textId="77777777" w:rsidR="0085747A" w:rsidRPr="00B41227" w:rsidRDefault="0085747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(w, ćw, …)</w:t>
            </w:r>
          </w:p>
        </w:tc>
      </w:tr>
      <w:tr w:rsidR="0085747A" w:rsidRPr="00B41227" w14:paraId="2AAA77D2" w14:textId="77777777" w:rsidTr="00C05F44">
        <w:tc>
          <w:tcPr>
            <w:tcW w:w="1985" w:type="dxa"/>
          </w:tcPr>
          <w:p w14:paraId="09A2D92C" w14:textId="77777777" w:rsidR="0085747A" w:rsidRPr="00B41227" w:rsidRDefault="00B41227" w:rsidP="000102E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85747A" w:rsidRPr="00B41227">
              <w:rPr>
                <w:rFonts w:ascii="Times New Roman" w:hAnsi="Times New Roman"/>
                <w:sz w:val="24"/>
                <w:szCs w:val="24"/>
              </w:rPr>
              <w:t xml:space="preserve">_01 </w:t>
            </w:r>
          </w:p>
        </w:tc>
        <w:tc>
          <w:tcPr>
            <w:tcW w:w="5528" w:type="dxa"/>
          </w:tcPr>
          <w:p w14:paraId="47721EE3" w14:textId="77777777" w:rsidR="0085747A" w:rsidRPr="00B41227" w:rsidRDefault="00AF42F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e</w:t>
            </w:r>
            <w:r w:rsidR="008B5FFD" w:rsidRPr="00B41227">
              <w:rPr>
                <w:rFonts w:ascii="Times New Roman" w:hAnsi="Times New Roman"/>
                <w:sz w:val="24"/>
                <w:szCs w:val="24"/>
              </w:rPr>
              <w:t>gzamin, kolokwium</w:t>
            </w:r>
          </w:p>
        </w:tc>
        <w:tc>
          <w:tcPr>
            <w:tcW w:w="2126" w:type="dxa"/>
          </w:tcPr>
          <w:p w14:paraId="0017C342" w14:textId="4D60B975" w:rsidR="0085747A" w:rsidRPr="00B41227" w:rsidRDefault="008B5FFD" w:rsidP="00FB37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r w:rsidR="00FB3734">
              <w:rPr>
                <w:rFonts w:ascii="Times New Roman" w:hAnsi="Times New Roman"/>
                <w:bCs/>
                <w:sz w:val="24"/>
                <w:szCs w:val="24"/>
              </w:rPr>
              <w:t>zaj. warszt.</w:t>
            </w:r>
          </w:p>
        </w:tc>
      </w:tr>
      <w:tr w:rsidR="00FB3734" w:rsidRPr="00B41227" w14:paraId="130198A1" w14:textId="77777777" w:rsidTr="00C05F44">
        <w:tc>
          <w:tcPr>
            <w:tcW w:w="1985" w:type="dxa"/>
          </w:tcPr>
          <w:p w14:paraId="68C379A5" w14:textId="77777777" w:rsidR="00FB3734" w:rsidRPr="00B41227" w:rsidRDefault="00FB3734" w:rsidP="00FB37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2" w:colLast="2"/>
            <w:r w:rsidRPr="00B41227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>_02</w:t>
            </w:r>
          </w:p>
        </w:tc>
        <w:tc>
          <w:tcPr>
            <w:tcW w:w="5528" w:type="dxa"/>
          </w:tcPr>
          <w:p w14:paraId="2E1EABEC" w14:textId="77777777" w:rsidR="00FB3734" w:rsidRPr="00B41227" w:rsidRDefault="00FB3734" w:rsidP="00FB37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69B655AC" w14:textId="7E7B016D" w:rsidR="00FB3734" w:rsidRPr="00B41227" w:rsidRDefault="00FB3734" w:rsidP="00FB37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9E4D1B">
              <w:rPr>
                <w:rFonts w:ascii="Times New Roman" w:hAnsi="Times New Roman"/>
                <w:bCs/>
                <w:sz w:val="24"/>
                <w:szCs w:val="24"/>
              </w:rPr>
              <w:t>zaj. warszt.</w:t>
            </w:r>
          </w:p>
        </w:tc>
      </w:tr>
      <w:tr w:rsidR="00FB3734" w:rsidRPr="00B41227" w14:paraId="68DCEC4A" w14:textId="77777777" w:rsidTr="00C05F44">
        <w:tc>
          <w:tcPr>
            <w:tcW w:w="1985" w:type="dxa"/>
          </w:tcPr>
          <w:p w14:paraId="3F49169B" w14:textId="77777777" w:rsidR="00FB3734" w:rsidRPr="00B41227" w:rsidRDefault="00FB3734" w:rsidP="00FB37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71F50209" w14:textId="77777777" w:rsidR="00FB3734" w:rsidRPr="00B41227" w:rsidRDefault="00FB3734" w:rsidP="00FB37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5F5C0948" w14:textId="2C57D915" w:rsidR="00FB3734" w:rsidRPr="00B41227" w:rsidRDefault="00FB3734" w:rsidP="00FB37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9E4D1B">
              <w:rPr>
                <w:rFonts w:ascii="Times New Roman" w:hAnsi="Times New Roman"/>
                <w:bCs/>
                <w:sz w:val="24"/>
                <w:szCs w:val="24"/>
              </w:rPr>
              <w:t>zaj. warszt.</w:t>
            </w:r>
          </w:p>
        </w:tc>
      </w:tr>
      <w:bookmarkEnd w:id="0"/>
    </w:tbl>
    <w:p w14:paraId="7E61CA9D" w14:textId="77777777" w:rsidR="00923D7D" w:rsidRPr="00B41227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8A6F348" w14:textId="77777777" w:rsidR="0085747A" w:rsidRPr="00B41227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4.2 </w:t>
      </w:r>
      <w:r w:rsidR="0085747A" w:rsidRPr="00B41227">
        <w:rPr>
          <w:smallCaps w:val="0"/>
          <w:szCs w:val="24"/>
        </w:rPr>
        <w:t>Warunki zaliczenia przedmiotu (kryteria oceniania)</w:t>
      </w:r>
    </w:p>
    <w:p w14:paraId="07CFC995" w14:textId="77777777" w:rsidR="00923D7D" w:rsidRPr="00B41227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41227" w14:paraId="50326B31" w14:textId="77777777" w:rsidTr="00923D7D">
        <w:tc>
          <w:tcPr>
            <w:tcW w:w="9670" w:type="dxa"/>
          </w:tcPr>
          <w:p w14:paraId="497503FD" w14:textId="77777777" w:rsidR="00457E0E" w:rsidRDefault="00457E0E" w:rsidP="000102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Wykład: egzamin pisemny w formie testu (poprawna odpowiedź na minimum </w:t>
            </w:r>
            <w:r w:rsidR="000102E2">
              <w:rPr>
                <w:b w:val="0"/>
                <w:smallCaps w:val="0"/>
                <w:szCs w:val="24"/>
              </w:rPr>
              <w:t>60% pytań testowych).</w:t>
            </w:r>
          </w:p>
          <w:p w14:paraId="2926D6DB" w14:textId="77777777" w:rsidR="00BC4AEF" w:rsidRDefault="00BC4AEF" w:rsidP="000102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20D5025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63C88B4F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1F9536CF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A646643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38B3E19F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7E35CF6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18723F28" w14:textId="77777777" w:rsidR="00BC4AEF" w:rsidRPr="00B41227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3163D41" w14:textId="29A296F0" w:rsidR="00FE0470" w:rsidRP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 xml:space="preserve">Zaliczenie ćwiczeń: </w:t>
            </w:r>
          </w:p>
          <w:p w14:paraId="5738916F" w14:textId="4D440E6B" w:rsidR="00FE0470" w:rsidRP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FE0470">
              <w:rPr>
                <w:b w:val="0"/>
                <w:smallCaps w:val="0"/>
                <w:szCs w:val="24"/>
              </w:rPr>
              <w:t>ykonanie ćwiczeń indywidualnie oraz grupowo podczas zajęć</w:t>
            </w:r>
          </w:p>
          <w:p w14:paraId="30304078" w14:textId="77777777" w:rsidR="00FE0470" w:rsidRP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>Ocena zadania wykonanego indywidualnie i w grupach podczas ćwiczeń oraz odpowiedzi udzielanych na pytania w trakcie ćwiczeń</w:t>
            </w:r>
          </w:p>
          <w:p w14:paraId="39E984D9" w14:textId="2A712472" w:rsidR="00FE0470" w:rsidRPr="00FE0470" w:rsidRDefault="00E3694A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pisemna: o</w:t>
            </w:r>
            <w:r w:rsidR="00FE0470" w:rsidRPr="00FE0470">
              <w:rPr>
                <w:b w:val="0"/>
                <w:smallCaps w:val="0"/>
                <w:szCs w:val="24"/>
              </w:rPr>
              <w:t>cena przeprowadzonego badania diagnostycznego</w:t>
            </w:r>
            <w:r w:rsidR="00FE0470">
              <w:rPr>
                <w:b w:val="0"/>
                <w:smallCaps w:val="0"/>
                <w:szCs w:val="24"/>
              </w:rPr>
              <w:t xml:space="preserve"> wybranego obszaru funkcjonowania dziecka</w:t>
            </w:r>
            <w:r w:rsidR="00FE0470" w:rsidRPr="00FE0470">
              <w:rPr>
                <w:b w:val="0"/>
                <w:smallCaps w:val="0"/>
                <w:szCs w:val="24"/>
              </w:rPr>
              <w:t xml:space="preserve"> i </w:t>
            </w:r>
            <w:r w:rsidR="00FE0470">
              <w:rPr>
                <w:b w:val="0"/>
                <w:smallCaps w:val="0"/>
                <w:szCs w:val="24"/>
              </w:rPr>
              <w:t>przygotowanie na jego podstawie opinii psychologicznej.</w:t>
            </w:r>
          </w:p>
          <w:p w14:paraId="0FDB73BF" w14:textId="3BE9B5C6" w:rsid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>Wykonanie zada</w:t>
            </w:r>
            <w:r>
              <w:rPr>
                <w:b w:val="0"/>
                <w:smallCaps w:val="0"/>
                <w:szCs w:val="24"/>
              </w:rPr>
              <w:t>nia</w:t>
            </w:r>
            <w:r w:rsidRPr="00FE0470">
              <w:rPr>
                <w:b w:val="0"/>
                <w:smallCaps w:val="0"/>
                <w:szCs w:val="24"/>
              </w:rPr>
              <w:t xml:space="preserve"> domow</w:t>
            </w:r>
            <w:r>
              <w:rPr>
                <w:b w:val="0"/>
                <w:smallCaps w:val="0"/>
                <w:szCs w:val="24"/>
              </w:rPr>
              <w:t>ego</w:t>
            </w:r>
            <w:r w:rsidRPr="00FE0470">
              <w:rPr>
                <w:b w:val="0"/>
                <w:smallCaps w:val="0"/>
                <w:szCs w:val="24"/>
              </w:rPr>
              <w:t xml:space="preserve"> – przeprowadzenie analizy i interpretacji </w:t>
            </w:r>
            <w:r>
              <w:rPr>
                <w:b w:val="0"/>
                <w:smallCaps w:val="0"/>
                <w:szCs w:val="24"/>
              </w:rPr>
              <w:t xml:space="preserve">wyników badania </w:t>
            </w:r>
            <w:r>
              <w:rPr>
                <w:b w:val="0"/>
                <w:smallCaps w:val="0"/>
                <w:szCs w:val="24"/>
              </w:rPr>
              <w:lastRenderedPageBreak/>
              <w:t>psychologicznego</w:t>
            </w:r>
            <w:r w:rsidR="006B651C">
              <w:rPr>
                <w:b w:val="0"/>
                <w:smallCaps w:val="0"/>
                <w:szCs w:val="24"/>
              </w:rPr>
              <w:t xml:space="preserve"> oraz opracowanie arkusza obserwacji dziecka. </w:t>
            </w:r>
          </w:p>
          <w:p w14:paraId="4ADA59B8" w14:textId="77777777" w:rsidR="006B651C" w:rsidRPr="00FE0470" w:rsidRDefault="006B651C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</w:p>
          <w:p w14:paraId="45939BB4" w14:textId="71D8FA83" w:rsidR="00BC4AEF" w:rsidRDefault="00FE0470" w:rsidP="00457E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>Uzyskanie pozytywnej oceny z kolokwium</w:t>
            </w:r>
          </w:p>
          <w:p w14:paraId="66E5AF8F" w14:textId="77777777" w:rsidR="00FE0470" w:rsidRPr="00B41227" w:rsidRDefault="00FE0470" w:rsidP="00457E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AC92F6B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232CEC59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D73C8F5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2DF12271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16C30ED0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541BF929" w14:textId="77777777" w:rsidR="0085747A" w:rsidRPr="00B41227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394713B6" w14:textId="77777777" w:rsidR="0085747A" w:rsidRPr="00B4122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6CC0FF2" w14:textId="77777777" w:rsidR="00244904" w:rsidRDefault="00244904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0D8CA729" w14:textId="77777777" w:rsidR="009F4610" w:rsidRPr="00B41227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41227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41227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41227" w14:paraId="7CC457C6" w14:textId="77777777" w:rsidTr="00DA5C26">
        <w:tc>
          <w:tcPr>
            <w:tcW w:w="4902" w:type="dxa"/>
            <w:vAlign w:val="center"/>
          </w:tcPr>
          <w:p w14:paraId="67F58744" w14:textId="77777777" w:rsidR="0085747A" w:rsidRPr="00B412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41227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1531E75" w14:textId="77777777" w:rsidR="0085747A" w:rsidRPr="00B412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41227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DA5C26" w:rsidRPr="00B41227" w14:paraId="0677EF18" w14:textId="77777777" w:rsidTr="00DA5C26">
        <w:tc>
          <w:tcPr>
            <w:tcW w:w="4902" w:type="dxa"/>
          </w:tcPr>
          <w:p w14:paraId="13684F01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B8772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A5C26" w:rsidRPr="00B41227" w14:paraId="41621E32" w14:textId="77777777" w:rsidTr="00DA5C26">
        <w:tc>
          <w:tcPr>
            <w:tcW w:w="4902" w:type="dxa"/>
          </w:tcPr>
          <w:p w14:paraId="421C148E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4A4D6533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- udział w konsultacjach, </w:t>
            </w:r>
          </w:p>
          <w:p w14:paraId="163038A9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18" w:type="dxa"/>
          </w:tcPr>
          <w:p w14:paraId="52FA6AC8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DF6E1E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1</w:t>
            </w:r>
            <w:r w:rsidR="00B4122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75907193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5C26" w:rsidRPr="00B41227" w14:paraId="241C8685" w14:textId="77777777" w:rsidTr="00DA5C26">
        <w:tc>
          <w:tcPr>
            <w:tcW w:w="4902" w:type="dxa"/>
          </w:tcPr>
          <w:p w14:paraId="6C2D3F80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1EE9FB73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11603EA0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- przygotowanie do egzaminu, </w:t>
            </w:r>
          </w:p>
          <w:p w14:paraId="344F3D6B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4618" w:type="dxa"/>
          </w:tcPr>
          <w:p w14:paraId="5EF3FBAD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0AF277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04982C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74E9AC3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1</w:t>
            </w:r>
            <w:r w:rsidR="00B4122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D940F52" w14:textId="77777777" w:rsidR="007E37AD" w:rsidRPr="00B41227" w:rsidRDefault="00B41227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747A" w:rsidRPr="00B41227" w14:paraId="4E05994D" w14:textId="77777777" w:rsidTr="00DA5C26">
        <w:tc>
          <w:tcPr>
            <w:tcW w:w="4902" w:type="dxa"/>
          </w:tcPr>
          <w:p w14:paraId="75616BF6" w14:textId="77777777" w:rsidR="0085747A" w:rsidRPr="00B4122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77BFCB" w14:textId="77777777" w:rsidR="0085747A" w:rsidRPr="00B41227" w:rsidRDefault="00B41227" w:rsidP="00E45E9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747A" w:rsidRPr="00B41227" w14:paraId="22D0CD2B" w14:textId="77777777" w:rsidTr="00DA5C26">
        <w:tc>
          <w:tcPr>
            <w:tcW w:w="4902" w:type="dxa"/>
          </w:tcPr>
          <w:p w14:paraId="47D6EE8C" w14:textId="77777777" w:rsidR="0085747A" w:rsidRPr="00B4122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B8A46F4" w14:textId="77777777" w:rsidR="0085747A" w:rsidRPr="00B41227" w:rsidRDefault="00B41227" w:rsidP="00E45E9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3F5BABE2" w14:textId="77777777" w:rsidR="0085747A" w:rsidRPr="00B4122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B41227">
        <w:rPr>
          <w:b w:val="0"/>
          <w:i/>
          <w:smallCaps w:val="0"/>
          <w:sz w:val="22"/>
        </w:rPr>
        <w:t xml:space="preserve">* </w:t>
      </w:r>
      <w:r w:rsidR="00C61DC5" w:rsidRPr="00B41227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ADDDEF5" w14:textId="77777777" w:rsidR="003E1941" w:rsidRPr="00B41227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CBF3F62" w14:textId="77777777" w:rsidR="005A3F5E" w:rsidRPr="00B41227" w:rsidRDefault="005A3F5E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EF7F65" w14:textId="77777777" w:rsidR="0085747A" w:rsidRPr="00B41227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6. </w:t>
      </w:r>
      <w:r w:rsidR="0085747A" w:rsidRPr="00B41227">
        <w:rPr>
          <w:smallCaps w:val="0"/>
          <w:szCs w:val="24"/>
        </w:rPr>
        <w:t>PRAKTYKI ZAWO</w:t>
      </w:r>
      <w:r w:rsidR="009D3F3B" w:rsidRPr="00B41227">
        <w:rPr>
          <w:smallCaps w:val="0"/>
          <w:szCs w:val="24"/>
        </w:rPr>
        <w:t>DOWE W RAMACH PRZEDMIOTU</w:t>
      </w:r>
    </w:p>
    <w:p w14:paraId="21F73C01" w14:textId="77777777" w:rsidR="0085747A" w:rsidRPr="00B41227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990"/>
      </w:tblGrid>
      <w:tr w:rsidR="0085747A" w:rsidRPr="00B41227" w14:paraId="41489033" w14:textId="77777777" w:rsidTr="000102E2">
        <w:trPr>
          <w:trHeight w:val="397"/>
        </w:trPr>
        <w:tc>
          <w:tcPr>
            <w:tcW w:w="4507" w:type="dxa"/>
          </w:tcPr>
          <w:p w14:paraId="24C5C503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5223C4FA" w14:textId="77777777" w:rsidR="0085747A" w:rsidRPr="00B41227" w:rsidRDefault="000102E2" w:rsidP="000102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41227" w14:paraId="036F1A22" w14:textId="77777777" w:rsidTr="000102E2">
        <w:trPr>
          <w:trHeight w:val="397"/>
        </w:trPr>
        <w:tc>
          <w:tcPr>
            <w:tcW w:w="4507" w:type="dxa"/>
          </w:tcPr>
          <w:p w14:paraId="17D0C527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F282DBA" w14:textId="77777777" w:rsidR="0085747A" w:rsidRPr="00B41227" w:rsidRDefault="000102E2" w:rsidP="000102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84A2A7F" w14:textId="77777777" w:rsidR="003E1941" w:rsidRPr="00B41227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04D210E" w14:textId="77777777" w:rsidR="0085747A" w:rsidRPr="00B41227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7. </w:t>
      </w:r>
      <w:r w:rsidR="0085747A" w:rsidRPr="00B41227">
        <w:rPr>
          <w:smallCaps w:val="0"/>
          <w:szCs w:val="24"/>
        </w:rPr>
        <w:t>LITERATURA</w:t>
      </w:r>
    </w:p>
    <w:p w14:paraId="19F9E48A" w14:textId="77777777" w:rsidR="00675843" w:rsidRPr="00B41227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B41227" w14:paraId="2189AA1A" w14:textId="77777777" w:rsidTr="0029053A">
        <w:trPr>
          <w:trHeight w:val="397"/>
        </w:trPr>
        <w:tc>
          <w:tcPr>
            <w:tcW w:w="9497" w:type="dxa"/>
          </w:tcPr>
          <w:p w14:paraId="22C13C6E" w14:textId="77777777" w:rsidR="0085747A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244904">
              <w:rPr>
                <w:smallCaps w:val="0"/>
                <w:szCs w:val="24"/>
              </w:rPr>
              <w:t>Literatura podstawowa:</w:t>
            </w:r>
          </w:p>
          <w:p w14:paraId="6A380793" w14:textId="77777777" w:rsidR="00BE7D44" w:rsidRPr="00244904" w:rsidRDefault="00BE7D44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0287746A" w14:textId="77777777" w:rsidR="00B41227" w:rsidRPr="00B41227" w:rsidRDefault="000102E2" w:rsidP="000102E2">
            <w:pPr>
              <w:pStyle w:val="Punktygwne"/>
              <w:spacing w:before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Wójtowicz</w:t>
            </w:r>
            <w:r w:rsidR="00432B77" w:rsidRPr="00B41227">
              <w:rPr>
                <w:b w:val="0"/>
                <w:smallCaps w:val="0"/>
                <w:color w:val="000000"/>
                <w:szCs w:val="24"/>
              </w:rPr>
              <w:t xml:space="preserve">-Szefler, M. (2018). </w:t>
            </w:r>
            <w:r w:rsidR="00432B77" w:rsidRPr="00244904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1</w:t>
            </w:r>
            <w:r>
              <w:rPr>
                <w:b w:val="0"/>
                <w:smallCaps w:val="0"/>
                <w:color w:val="000000"/>
                <w:szCs w:val="24"/>
              </w:rPr>
              <w:t>. Warszawa: Difin.</w:t>
            </w:r>
            <w:r w:rsidR="00432B77" w:rsidRPr="00B41227">
              <w:rPr>
                <w:b w:val="0"/>
                <w:smallCaps w:val="0"/>
                <w:color w:val="000000"/>
                <w:szCs w:val="24"/>
              </w:rPr>
              <w:br/>
              <w:t xml:space="preserve">Wójtowicz-Szefler, M. (2020). </w:t>
            </w:r>
            <w:r w:rsidR="00432B77" w:rsidRPr="00244904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2.</w:t>
            </w:r>
            <w:r w:rsidR="00432B77" w:rsidRPr="00B41227">
              <w:rPr>
                <w:b w:val="0"/>
                <w:smallCaps w:val="0"/>
                <w:color w:val="000000"/>
                <w:szCs w:val="24"/>
              </w:rPr>
              <w:t xml:space="preserve"> Warszawa: Difin.</w:t>
            </w:r>
          </w:p>
        </w:tc>
      </w:tr>
      <w:tr w:rsidR="0085747A" w:rsidRPr="00B41227" w14:paraId="05F824C9" w14:textId="77777777" w:rsidTr="0029053A">
        <w:trPr>
          <w:trHeight w:val="397"/>
        </w:trPr>
        <w:tc>
          <w:tcPr>
            <w:tcW w:w="9497" w:type="dxa"/>
          </w:tcPr>
          <w:p w14:paraId="394F65A4" w14:textId="77777777" w:rsidR="00B436A6" w:rsidRDefault="0085747A" w:rsidP="00A71C62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244904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5FB05EB" w14:textId="77777777" w:rsidR="00BE7D44" w:rsidRPr="00244904" w:rsidRDefault="00BE7D44" w:rsidP="00A71C62">
            <w:pPr>
              <w:pStyle w:val="Punktygwne"/>
              <w:spacing w:before="0" w:after="0"/>
              <w:rPr>
                <w:iCs/>
                <w:smallCaps w:val="0"/>
                <w:color w:val="000000"/>
                <w:szCs w:val="24"/>
              </w:rPr>
            </w:pPr>
          </w:p>
          <w:p w14:paraId="7A1ECAD4" w14:textId="77777777" w:rsidR="00540D0D" w:rsidRPr="00B41227" w:rsidRDefault="00B436A6" w:rsidP="000102E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Antoszewska, B.</w:t>
            </w:r>
            <w:r w:rsidR="00A71C62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Wójcik, M</w:t>
            </w:r>
            <w:r w:rsidR="00A71C62" w:rsidRPr="00B41227">
              <w:rPr>
                <w:b w:val="0"/>
                <w:iCs/>
                <w:smallCaps w:val="0"/>
                <w:color w:val="000000"/>
                <w:szCs w:val="24"/>
              </w:rPr>
              <w:t>. (2015</w:t>
            </w:r>
            <w:r w:rsidR="00A71C62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). </w:t>
            </w:r>
            <w:r w:rsidR="00EC569A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i metody wspomagania rozwoju</w:t>
            </w:r>
            <w:r w:rsidR="00EC569A" w:rsidRPr="00B41227">
              <w:rPr>
                <w:b w:val="0"/>
                <w:iCs/>
                <w:smallCaps w:val="0"/>
                <w:color w:val="000000"/>
                <w:szCs w:val="24"/>
              </w:rPr>
              <w:t>. Olsztyn: Wydawnictwo Uniwersytetu Warmińsko-Mazurskiego.</w:t>
            </w:r>
          </w:p>
          <w:p w14:paraId="0A582BA4" w14:textId="77777777" w:rsidR="0086475C" w:rsidRPr="00B41227" w:rsidRDefault="0086475C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Gosztyła, T. (2013). Przyzwolenie na przemoc w środowisku młodzieży szkolnej jako p</w:t>
            </w:r>
            <w:r w:rsidR="00244904">
              <w:rPr>
                <w:b w:val="0"/>
                <w:iCs/>
                <w:smallCaps w:val="0"/>
                <w:color w:val="000000"/>
                <w:szCs w:val="24"/>
              </w:rPr>
              <w:t>roblem indywidualny i społeczny.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W: K. Barłóg, E. Tłuczek-Tadla (red.), 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Agresja i przemoc. Współczesne konteksty i wyzwania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(s. 237-245). Jarosław: Wydawnictwo PWSTE im. ks. B. Markiewicza w Jarosławiu.</w:t>
            </w:r>
          </w:p>
          <w:p w14:paraId="738EF988" w14:textId="77777777" w:rsidR="007B4E78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Jarosz, E., Wysocka, E. (2006). 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Diagnoza psychopedagogiczna. Podstawowe problemy </w:t>
            </w:r>
            <w:r w:rsidR="00B41227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i rozwiązania.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Warszawa: Wydawnictwo Akademickie ŻAK.</w:t>
            </w:r>
          </w:p>
          <w:p w14:paraId="4F07D722" w14:textId="77777777" w:rsidR="0029053A" w:rsidRPr="00244904" w:rsidRDefault="007B4E78" w:rsidP="00244904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44904">
              <w:rPr>
                <w:rFonts w:ascii="Times New Roman" w:hAnsi="Times New Roman"/>
                <w:sz w:val="24"/>
                <w:szCs w:val="24"/>
              </w:rPr>
              <w:t xml:space="preserve">Lenart, A. (2020). Diagnoza niepełnosprawności intelektualnej u dzieci i młodzieży </w:t>
            </w:r>
            <w:r w:rsidR="00B41227" w:rsidRPr="00244904">
              <w:rPr>
                <w:rFonts w:ascii="Times New Roman" w:hAnsi="Times New Roman"/>
                <w:sz w:val="24"/>
                <w:szCs w:val="24"/>
              </w:rPr>
              <w:br/>
            </w:r>
            <w:r w:rsidRPr="00244904">
              <w:rPr>
                <w:rFonts w:ascii="Times New Roman" w:hAnsi="Times New Roman"/>
                <w:sz w:val="24"/>
                <w:szCs w:val="24"/>
              </w:rPr>
              <w:t xml:space="preserve">z wykorzystaniem dostępnych testów psychologicznych. W: E. Zasępa (red.), 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Niepełnosprawność intelektualna - Poznawanie i wspieranie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>(s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>43-73)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 xml:space="preserve"> Warszawa: Wydawnictwo Akademii Pedagogiki Specjalnej. </w:t>
            </w:r>
          </w:p>
          <w:p w14:paraId="7AD50F96" w14:textId="77777777" w:rsidR="009235C5" w:rsidRPr="00244904" w:rsidRDefault="00540D0D" w:rsidP="002449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4904">
              <w:rPr>
                <w:rFonts w:ascii="Times New Roman" w:hAnsi="Times New Roman"/>
                <w:sz w:val="24"/>
                <w:szCs w:val="24"/>
              </w:rPr>
              <w:t xml:space="preserve">Skarbek, K., Wrońska, I. (2017). 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Diagnoza i wspomaganie rozwoju psychoruchowego dziecka w wieku przedszkolnym: wskazówki dla nauczycieli dotyczące organizowania pomocy psychologiczno-pedagogicznej.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 xml:space="preserve"> Kraków: CEBP 24.12.</w:t>
            </w:r>
          </w:p>
          <w:p w14:paraId="5AC3DE55" w14:textId="77777777" w:rsidR="00540D0D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Stemplewska-Żakowicz, K. (2009). 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psychologiczna. Diagnozowanie jako kompetencja profesjonalna.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Gdańsk: GWP.</w:t>
            </w:r>
          </w:p>
          <w:p w14:paraId="27355200" w14:textId="77777777" w:rsidR="0029053A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Tanajewska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A., Naprawa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R., Kołodziejska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(2014).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rozwoju dziecka przedszkolnego przed rozpoczęciem nauki w szkole. Arkusz monitoringu rozwoju dziecka przedszkolnego</w:t>
            </w:r>
            <w:r w:rsidR="009235C5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Wydawnictwo Harmonia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3978BCA" w14:textId="77777777" w:rsidR="0029053A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Tanajewska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A., Naprawa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R., Kołodziejska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>(2014)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rozwoju dziecka przedszkolnego przed rozpoczęciem nauki w szkole. Program do diagnozy i obserwacji dzieci przedszkolnych</w:t>
            </w:r>
            <w:r w:rsidR="00FD510B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Wydawnictwo Harmonia.</w:t>
            </w:r>
          </w:p>
          <w:p w14:paraId="27DA8A4B" w14:textId="77777777" w:rsidR="00432B77" w:rsidRPr="00244904" w:rsidRDefault="0086475C" w:rsidP="002449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904">
              <w:rPr>
                <w:rFonts w:ascii="Times New Roman" w:hAnsi="Times New Roman"/>
                <w:sz w:val="24"/>
                <w:szCs w:val="24"/>
              </w:rPr>
              <w:t xml:space="preserve">Wasylewicz, M., Lenart, A. (2021). Poziom rozwoju mowy czynnej i biernej dzieci w wieku wczesnoszkolnym. </w:t>
            </w:r>
            <w:r w:rsidRPr="0024490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AnnalesUniversitatisMariae Curie-Sokolowski. Sectio J, Paedagogia-Psychologia, 34</w:t>
            </w:r>
            <w:r w:rsidRPr="00244904">
              <w:rPr>
                <w:rFonts w:ascii="Times New Roman" w:hAnsi="Times New Roman"/>
                <w:sz w:val="24"/>
                <w:szCs w:val="24"/>
                <w:lang w:val="en-US"/>
              </w:rPr>
              <w:t>(2), 9–27. DOI: 10.17951/j.2021.34.2.9-27.</w:t>
            </w:r>
          </w:p>
        </w:tc>
      </w:tr>
    </w:tbl>
    <w:p w14:paraId="1BA7D5B7" w14:textId="77777777" w:rsidR="0085747A" w:rsidRPr="00B4122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10BE84C8" w14:textId="77777777" w:rsidR="0085747A" w:rsidRPr="00B4122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77F8A214" w14:textId="77777777" w:rsidR="0085747A" w:rsidRPr="00B41227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41227">
        <w:rPr>
          <w:b w:val="0"/>
          <w:smallCaps w:val="0"/>
          <w:szCs w:val="24"/>
        </w:rPr>
        <w:t>Akceptacja Kierownika Jednostki lub osoby upoważnionej</w:t>
      </w:r>
    </w:p>
    <w:sectPr w:rsidR="0085747A" w:rsidRPr="00B41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C64F0" w14:textId="77777777" w:rsidR="001A266B" w:rsidRDefault="001A266B" w:rsidP="00C16ABF">
      <w:pPr>
        <w:spacing w:after="0" w:line="240" w:lineRule="auto"/>
      </w:pPr>
      <w:r>
        <w:separator/>
      </w:r>
    </w:p>
  </w:endnote>
  <w:endnote w:type="continuationSeparator" w:id="0">
    <w:p w14:paraId="5B3061D6" w14:textId="77777777" w:rsidR="001A266B" w:rsidRDefault="001A26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152AE" w14:textId="77777777" w:rsidR="001A266B" w:rsidRDefault="001A266B" w:rsidP="00C16ABF">
      <w:pPr>
        <w:spacing w:after="0" w:line="240" w:lineRule="auto"/>
      </w:pPr>
      <w:r>
        <w:separator/>
      </w:r>
    </w:p>
  </w:footnote>
  <w:footnote w:type="continuationSeparator" w:id="0">
    <w:p w14:paraId="58EAF3A4" w14:textId="77777777" w:rsidR="001A266B" w:rsidRDefault="001A266B" w:rsidP="00C16ABF">
      <w:pPr>
        <w:spacing w:after="0" w:line="240" w:lineRule="auto"/>
      </w:pPr>
      <w:r>
        <w:continuationSeparator/>
      </w:r>
    </w:p>
  </w:footnote>
  <w:footnote w:id="1">
    <w:p w14:paraId="652DC9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8835E8"/>
    <w:multiLevelType w:val="hybridMultilevel"/>
    <w:tmpl w:val="170EB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338F9"/>
    <w:multiLevelType w:val="hybridMultilevel"/>
    <w:tmpl w:val="BA4A5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02E2"/>
    <w:rsid w:val="00015B8F"/>
    <w:rsid w:val="00022ECE"/>
    <w:rsid w:val="00042A51"/>
    <w:rsid w:val="00042D2E"/>
    <w:rsid w:val="00044C82"/>
    <w:rsid w:val="00070E7E"/>
    <w:rsid w:val="00070ED6"/>
    <w:rsid w:val="000742DC"/>
    <w:rsid w:val="00084C12"/>
    <w:rsid w:val="0009462C"/>
    <w:rsid w:val="00094B12"/>
    <w:rsid w:val="000956AC"/>
    <w:rsid w:val="00096C46"/>
    <w:rsid w:val="000A296F"/>
    <w:rsid w:val="000A2A28"/>
    <w:rsid w:val="000A3CDF"/>
    <w:rsid w:val="000A3DE3"/>
    <w:rsid w:val="000B192D"/>
    <w:rsid w:val="000B28EE"/>
    <w:rsid w:val="000B3E37"/>
    <w:rsid w:val="000D04B0"/>
    <w:rsid w:val="000E33F2"/>
    <w:rsid w:val="000E557E"/>
    <w:rsid w:val="000F1C57"/>
    <w:rsid w:val="000F5615"/>
    <w:rsid w:val="00124BFF"/>
    <w:rsid w:val="0012560E"/>
    <w:rsid w:val="00127108"/>
    <w:rsid w:val="00134B13"/>
    <w:rsid w:val="0014074A"/>
    <w:rsid w:val="001417B4"/>
    <w:rsid w:val="00146BC0"/>
    <w:rsid w:val="00150D23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66B"/>
    <w:rsid w:val="001A70D2"/>
    <w:rsid w:val="001B2438"/>
    <w:rsid w:val="001D2720"/>
    <w:rsid w:val="001D519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AD8"/>
    <w:rsid w:val="00241EC8"/>
    <w:rsid w:val="00244904"/>
    <w:rsid w:val="00244ABC"/>
    <w:rsid w:val="00281FF2"/>
    <w:rsid w:val="0028469C"/>
    <w:rsid w:val="002857DE"/>
    <w:rsid w:val="00287D66"/>
    <w:rsid w:val="0029053A"/>
    <w:rsid w:val="00291567"/>
    <w:rsid w:val="002A22BF"/>
    <w:rsid w:val="002A2389"/>
    <w:rsid w:val="002A671D"/>
    <w:rsid w:val="002B4D55"/>
    <w:rsid w:val="002B5EA0"/>
    <w:rsid w:val="002B6119"/>
    <w:rsid w:val="002C1F06"/>
    <w:rsid w:val="002D0318"/>
    <w:rsid w:val="002D3375"/>
    <w:rsid w:val="002D4718"/>
    <w:rsid w:val="002D73D4"/>
    <w:rsid w:val="002F02A3"/>
    <w:rsid w:val="002F4ABE"/>
    <w:rsid w:val="003018BA"/>
    <w:rsid w:val="0030395F"/>
    <w:rsid w:val="00305C92"/>
    <w:rsid w:val="003151C5"/>
    <w:rsid w:val="003343CF"/>
    <w:rsid w:val="003406B2"/>
    <w:rsid w:val="00346FE9"/>
    <w:rsid w:val="0034759A"/>
    <w:rsid w:val="003503F6"/>
    <w:rsid w:val="003530DD"/>
    <w:rsid w:val="00363F78"/>
    <w:rsid w:val="0037308B"/>
    <w:rsid w:val="00381EA7"/>
    <w:rsid w:val="003A0A5B"/>
    <w:rsid w:val="003A1176"/>
    <w:rsid w:val="003B0A5F"/>
    <w:rsid w:val="003C0BAE"/>
    <w:rsid w:val="003C6C27"/>
    <w:rsid w:val="003D18A9"/>
    <w:rsid w:val="003D1AE1"/>
    <w:rsid w:val="003D5B1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B77"/>
    <w:rsid w:val="004362C6"/>
    <w:rsid w:val="00437F1A"/>
    <w:rsid w:val="00437FA2"/>
    <w:rsid w:val="00445970"/>
    <w:rsid w:val="00457E0E"/>
    <w:rsid w:val="00461EFC"/>
    <w:rsid w:val="004649CE"/>
    <w:rsid w:val="004652C2"/>
    <w:rsid w:val="004705D4"/>
    <w:rsid w:val="004706D1"/>
    <w:rsid w:val="00471326"/>
    <w:rsid w:val="0047598D"/>
    <w:rsid w:val="004840FD"/>
    <w:rsid w:val="00490F7D"/>
    <w:rsid w:val="00491678"/>
    <w:rsid w:val="0049261A"/>
    <w:rsid w:val="004952EB"/>
    <w:rsid w:val="004968E2"/>
    <w:rsid w:val="004A3EEA"/>
    <w:rsid w:val="004A4D1F"/>
    <w:rsid w:val="004D5282"/>
    <w:rsid w:val="004F095C"/>
    <w:rsid w:val="004F1551"/>
    <w:rsid w:val="004F4A89"/>
    <w:rsid w:val="004F55A3"/>
    <w:rsid w:val="0050496F"/>
    <w:rsid w:val="00513B6F"/>
    <w:rsid w:val="00516C63"/>
    <w:rsid w:val="00517C63"/>
    <w:rsid w:val="005363C4"/>
    <w:rsid w:val="00536BDE"/>
    <w:rsid w:val="00540D0D"/>
    <w:rsid w:val="00543ACC"/>
    <w:rsid w:val="00551530"/>
    <w:rsid w:val="0056696D"/>
    <w:rsid w:val="0059484D"/>
    <w:rsid w:val="005A0855"/>
    <w:rsid w:val="005A133C"/>
    <w:rsid w:val="005A3196"/>
    <w:rsid w:val="005A3F5E"/>
    <w:rsid w:val="005A675B"/>
    <w:rsid w:val="005C080F"/>
    <w:rsid w:val="005C55E5"/>
    <w:rsid w:val="005C696A"/>
    <w:rsid w:val="005C69B8"/>
    <w:rsid w:val="005D0E05"/>
    <w:rsid w:val="005E11E6"/>
    <w:rsid w:val="005E6E85"/>
    <w:rsid w:val="005F31D2"/>
    <w:rsid w:val="006065DC"/>
    <w:rsid w:val="0061029B"/>
    <w:rsid w:val="00617230"/>
    <w:rsid w:val="00621CE1"/>
    <w:rsid w:val="00627FC9"/>
    <w:rsid w:val="00646BE3"/>
    <w:rsid w:val="00647FA8"/>
    <w:rsid w:val="00650C5F"/>
    <w:rsid w:val="00654934"/>
    <w:rsid w:val="006620D9"/>
    <w:rsid w:val="00670C7E"/>
    <w:rsid w:val="00671958"/>
    <w:rsid w:val="00675843"/>
    <w:rsid w:val="006803AD"/>
    <w:rsid w:val="006929DA"/>
    <w:rsid w:val="00696477"/>
    <w:rsid w:val="006B0C5B"/>
    <w:rsid w:val="006B1CFB"/>
    <w:rsid w:val="006B651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18C"/>
    <w:rsid w:val="00725459"/>
    <w:rsid w:val="007327BD"/>
    <w:rsid w:val="00734608"/>
    <w:rsid w:val="00741C8F"/>
    <w:rsid w:val="00745302"/>
    <w:rsid w:val="007461D6"/>
    <w:rsid w:val="00746EC8"/>
    <w:rsid w:val="00750BDA"/>
    <w:rsid w:val="00763BF1"/>
    <w:rsid w:val="00766FD4"/>
    <w:rsid w:val="00770393"/>
    <w:rsid w:val="0078168C"/>
    <w:rsid w:val="00787C2A"/>
    <w:rsid w:val="00790E27"/>
    <w:rsid w:val="00793781"/>
    <w:rsid w:val="007A3B1F"/>
    <w:rsid w:val="007A4022"/>
    <w:rsid w:val="007A6E6E"/>
    <w:rsid w:val="007B4E78"/>
    <w:rsid w:val="007C3299"/>
    <w:rsid w:val="007C3BCC"/>
    <w:rsid w:val="007C4546"/>
    <w:rsid w:val="007C7CC1"/>
    <w:rsid w:val="007D6E56"/>
    <w:rsid w:val="007E37AD"/>
    <w:rsid w:val="007E764D"/>
    <w:rsid w:val="007F4155"/>
    <w:rsid w:val="008078BE"/>
    <w:rsid w:val="008139C6"/>
    <w:rsid w:val="0081554D"/>
    <w:rsid w:val="0081707E"/>
    <w:rsid w:val="008427D9"/>
    <w:rsid w:val="008449B3"/>
    <w:rsid w:val="008552A2"/>
    <w:rsid w:val="0085747A"/>
    <w:rsid w:val="0086475C"/>
    <w:rsid w:val="00865CCB"/>
    <w:rsid w:val="00882384"/>
    <w:rsid w:val="00884922"/>
    <w:rsid w:val="008858C3"/>
    <w:rsid w:val="00885F64"/>
    <w:rsid w:val="008917F9"/>
    <w:rsid w:val="00895C07"/>
    <w:rsid w:val="008A45F7"/>
    <w:rsid w:val="008B5FFD"/>
    <w:rsid w:val="008C0CC0"/>
    <w:rsid w:val="008C19A9"/>
    <w:rsid w:val="008C379D"/>
    <w:rsid w:val="008C3B08"/>
    <w:rsid w:val="008C5147"/>
    <w:rsid w:val="008C5359"/>
    <w:rsid w:val="008C5363"/>
    <w:rsid w:val="008D04CF"/>
    <w:rsid w:val="008D3DFB"/>
    <w:rsid w:val="008E64F4"/>
    <w:rsid w:val="008E7CE6"/>
    <w:rsid w:val="008F12C9"/>
    <w:rsid w:val="008F6E29"/>
    <w:rsid w:val="00916188"/>
    <w:rsid w:val="00917875"/>
    <w:rsid w:val="009235C5"/>
    <w:rsid w:val="00923D7D"/>
    <w:rsid w:val="009508DF"/>
    <w:rsid w:val="00950DAC"/>
    <w:rsid w:val="00953DF2"/>
    <w:rsid w:val="00954A07"/>
    <w:rsid w:val="00963FE4"/>
    <w:rsid w:val="00997F14"/>
    <w:rsid w:val="009A4A1D"/>
    <w:rsid w:val="009A78D9"/>
    <w:rsid w:val="009C3E31"/>
    <w:rsid w:val="009C54AE"/>
    <w:rsid w:val="009C788E"/>
    <w:rsid w:val="009D3F3B"/>
    <w:rsid w:val="009E0543"/>
    <w:rsid w:val="009E3B41"/>
    <w:rsid w:val="009E5CB5"/>
    <w:rsid w:val="009F3C5C"/>
    <w:rsid w:val="009F4610"/>
    <w:rsid w:val="00A00ECC"/>
    <w:rsid w:val="00A050C3"/>
    <w:rsid w:val="00A155EE"/>
    <w:rsid w:val="00A2245B"/>
    <w:rsid w:val="00A22646"/>
    <w:rsid w:val="00A24C6A"/>
    <w:rsid w:val="00A30110"/>
    <w:rsid w:val="00A36899"/>
    <w:rsid w:val="00A371F6"/>
    <w:rsid w:val="00A43BF6"/>
    <w:rsid w:val="00A4518B"/>
    <w:rsid w:val="00A50B3C"/>
    <w:rsid w:val="00A53FA5"/>
    <w:rsid w:val="00A54817"/>
    <w:rsid w:val="00A5558C"/>
    <w:rsid w:val="00A601C8"/>
    <w:rsid w:val="00A60799"/>
    <w:rsid w:val="00A71C6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2FA"/>
    <w:rsid w:val="00B06142"/>
    <w:rsid w:val="00B135B1"/>
    <w:rsid w:val="00B3001B"/>
    <w:rsid w:val="00B3130B"/>
    <w:rsid w:val="00B40ADB"/>
    <w:rsid w:val="00B41227"/>
    <w:rsid w:val="00B436A6"/>
    <w:rsid w:val="00B43B77"/>
    <w:rsid w:val="00B43E80"/>
    <w:rsid w:val="00B4702F"/>
    <w:rsid w:val="00B551A4"/>
    <w:rsid w:val="00B607DB"/>
    <w:rsid w:val="00B63172"/>
    <w:rsid w:val="00B66529"/>
    <w:rsid w:val="00B731BC"/>
    <w:rsid w:val="00B75946"/>
    <w:rsid w:val="00B8056E"/>
    <w:rsid w:val="00B819C8"/>
    <w:rsid w:val="00B82308"/>
    <w:rsid w:val="00B90885"/>
    <w:rsid w:val="00BB520A"/>
    <w:rsid w:val="00BC4AEF"/>
    <w:rsid w:val="00BD0F1B"/>
    <w:rsid w:val="00BD3869"/>
    <w:rsid w:val="00BD66E9"/>
    <w:rsid w:val="00BD6FF4"/>
    <w:rsid w:val="00BE7D44"/>
    <w:rsid w:val="00BF2C41"/>
    <w:rsid w:val="00BF5888"/>
    <w:rsid w:val="00C03345"/>
    <w:rsid w:val="00C03C2C"/>
    <w:rsid w:val="00C058B4"/>
    <w:rsid w:val="00C05F44"/>
    <w:rsid w:val="00C131B5"/>
    <w:rsid w:val="00C16ABF"/>
    <w:rsid w:val="00C170AE"/>
    <w:rsid w:val="00C26CB7"/>
    <w:rsid w:val="00C324C1"/>
    <w:rsid w:val="00C365AD"/>
    <w:rsid w:val="00C36992"/>
    <w:rsid w:val="00C56036"/>
    <w:rsid w:val="00C61DC5"/>
    <w:rsid w:val="00C67E92"/>
    <w:rsid w:val="00C70A26"/>
    <w:rsid w:val="00C75EDB"/>
    <w:rsid w:val="00C766DF"/>
    <w:rsid w:val="00C9354F"/>
    <w:rsid w:val="00C94B98"/>
    <w:rsid w:val="00CA1FB0"/>
    <w:rsid w:val="00CA2B96"/>
    <w:rsid w:val="00CA5089"/>
    <w:rsid w:val="00CA56E5"/>
    <w:rsid w:val="00CA7468"/>
    <w:rsid w:val="00CD6897"/>
    <w:rsid w:val="00CE5BAC"/>
    <w:rsid w:val="00CE6C32"/>
    <w:rsid w:val="00CF25BE"/>
    <w:rsid w:val="00CF78ED"/>
    <w:rsid w:val="00D02B25"/>
    <w:rsid w:val="00D02EBA"/>
    <w:rsid w:val="00D10B50"/>
    <w:rsid w:val="00D17C3C"/>
    <w:rsid w:val="00D20396"/>
    <w:rsid w:val="00D26B2C"/>
    <w:rsid w:val="00D352C9"/>
    <w:rsid w:val="00D425B2"/>
    <w:rsid w:val="00D428D6"/>
    <w:rsid w:val="00D466C5"/>
    <w:rsid w:val="00D50E73"/>
    <w:rsid w:val="00D552B2"/>
    <w:rsid w:val="00D608D1"/>
    <w:rsid w:val="00D635D3"/>
    <w:rsid w:val="00D74119"/>
    <w:rsid w:val="00D8075B"/>
    <w:rsid w:val="00D8678B"/>
    <w:rsid w:val="00DA2114"/>
    <w:rsid w:val="00DA5C26"/>
    <w:rsid w:val="00DE070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94A"/>
    <w:rsid w:val="00E45E94"/>
    <w:rsid w:val="00E51E44"/>
    <w:rsid w:val="00E52B85"/>
    <w:rsid w:val="00E57C8B"/>
    <w:rsid w:val="00E63348"/>
    <w:rsid w:val="00E638D7"/>
    <w:rsid w:val="00E742AA"/>
    <w:rsid w:val="00E77E88"/>
    <w:rsid w:val="00E8079E"/>
    <w:rsid w:val="00E8107D"/>
    <w:rsid w:val="00E960BB"/>
    <w:rsid w:val="00EA2074"/>
    <w:rsid w:val="00EA4832"/>
    <w:rsid w:val="00EA4E9D"/>
    <w:rsid w:val="00EB17C6"/>
    <w:rsid w:val="00EC4899"/>
    <w:rsid w:val="00EC569A"/>
    <w:rsid w:val="00ED03AB"/>
    <w:rsid w:val="00ED32D2"/>
    <w:rsid w:val="00EE32DE"/>
    <w:rsid w:val="00EE5457"/>
    <w:rsid w:val="00EF2AE0"/>
    <w:rsid w:val="00F070AB"/>
    <w:rsid w:val="00F17567"/>
    <w:rsid w:val="00F27A7B"/>
    <w:rsid w:val="00F526AF"/>
    <w:rsid w:val="00F617C3"/>
    <w:rsid w:val="00F7066B"/>
    <w:rsid w:val="00F83B28"/>
    <w:rsid w:val="00F83CD9"/>
    <w:rsid w:val="00F974DA"/>
    <w:rsid w:val="00FA46E5"/>
    <w:rsid w:val="00FA4EB6"/>
    <w:rsid w:val="00FB3734"/>
    <w:rsid w:val="00FB7DBA"/>
    <w:rsid w:val="00FC1C25"/>
    <w:rsid w:val="00FC3F45"/>
    <w:rsid w:val="00FD503F"/>
    <w:rsid w:val="00FD510B"/>
    <w:rsid w:val="00FD7589"/>
    <w:rsid w:val="00FE047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741A"/>
  <w15:docId w15:val="{30AB8BA8-1321-48BF-8498-431E884F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3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1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317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1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172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BC4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61E45-0A65-4200-9DA8-7AC27867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1260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2022-12-29T08:16:00Z</cp:lastPrinted>
  <dcterms:created xsi:type="dcterms:W3CDTF">2023-01-25T12:55:00Z</dcterms:created>
  <dcterms:modified xsi:type="dcterms:W3CDTF">2024-09-16T06:08:00Z</dcterms:modified>
</cp:coreProperties>
</file>